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EF" w:rsidRDefault="005568EF" w:rsidP="00704F70"/>
    <w:p w:rsidR="005568EF" w:rsidRPr="00360BDB" w:rsidRDefault="005568EF" w:rsidP="00704F70">
      <w:pPr>
        <w:pBdr>
          <w:bottom w:val="single" w:sz="6" w:space="1" w:color="auto"/>
        </w:pBdr>
        <w:ind w:right="376"/>
        <w:jc w:val="right"/>
        <w:rPr>
          <w:rFonts w:ascii="Calibri" w:hAnsi="Calibri"/>
          <w:sz w:val="16"/>
          <w:szCs w:val="16"/>
        </w:rPr>
      </w:pPr>
      <w:r w:rsidRPr="00360BDB">
        <w:rPr>
          <w:rFonts w:ascii="Calibri" w:hAnsi="Calibri"/>
          <w:sz w:val="16"/>
          <w:szCs w:val="16"/>
        </w:rPr>
        <w:t>Załącznik nr 1 do SIWZ</w:t>
      </w:r>
    </w:p>
    <w:p w:rsidR="005568EF" w:rsidRPr="00E53677" w:rsidRDefault="005568EF" w:rsidP="00704F70">
      <w:pPr>
        <w:rPr>
          <w:sz w:val="16"/>
          <w:szCs w:val="16"/>
        </w:rPr>
      </w:pPr>
    </w:p>
    <w:p w:rsidR="005568EF" w:rsidRPr="00E53677" w:rsidRDefault="005568EF" w:rsidP="00704F70">
      <w:pPr>
        <w:jc w:val="center"/>
        <w:rPr>
          <w:b/>
          <w:sz w:val="16"/>
          <w:szCs w:val="16"/>
        </w:rPr>
      </w:pPr>
    </w:p>
    <w:p w:rsidR="005568EF" w:rsidRDefault="005568EF" w:rsidP="00704F70">
      <w:pPr>
        <w:jc w:val="center"/>
        <w:rPr>
          <w:b/>
        </w:rPr>
      </w:pPr>
    </w:p>
    <w:p w:rsidR="005568EF" w:rsidRDefault="005568EF" w:rsidP="00704F70">
      <w:pPr>
        <w:tabs>
          <w:tab w:val="left" w:pos="900"/>
        </w:tabs>
        <w:jc w:val="center"/>
        <w:rPr>
          <w:b/>
        </w:rPr>
      </w:pPr>
    </w:p>
    <w:p w:rsidR="005568EF" w:rsidRPr="00360BDB" w:rsidRDefault="005568EF" w:rsidP="00882E9A">
      <w:pPr>
        <w:tabs>
          <w:tab w:val="left" w:pos="1980"/>
        </w:tabs>
        <w:jc w:val="center"/>
        <w:rPr>
          <w:rFonts w:ascii="Calibri" w:hAnsi="Calibri"/>
          <w:b/>
        </w:rPr>
      </w:pPr>
    </w:p>
    <w:p w:rsidR="005568EF" w:rsidRPr="00360BDB" w:rsidRDefault="005568EF" w:rsidP="00704F70">
      <w:pPr>
        <w:jc w:val="center"/>
        <w:rPr>
          <w:rFonts w:ascii="Calibri" w:hAnsi="Calibri"/>
          <w:b/>
        </w:rPr>
      </w:pPr>
      <w:r w:rsidRPr="00360BDB">
        <w:rPr>
          <w:rFonts w:ascii="Calibri" w:hAnsi="Calibri"/>
          <w:b/>
        </w:rPr>
        <w:t>SZCZEGÓŁOWY</w:t>
      </w:r>
      <w:r w:rsidRPr="00360BDB">
        <w:rPr>
          <w:rFonts w:ascii="Calibri" w:hAnsi="Calibri"/>
        </w:rPr>
        <w:t xml:space="preserve"> </w:t>
      </w:r>
      <w:r w:rsidRPr="00360BDB">
        <w:rPr>
          <w:rFonts w:ascii="Calibri" w:hAnsi="Calibri"/>
          <w:b/>
        </w:rPr>
        <w:t>OPIS PRZEDMIOTU ZAMÓWIENIA</w:t>
      </w:r>
    </w:p>
    <w:p w:rsidR="005568EF" w:rsidRPr="00360BDB" w:rsidRDefault="005568EF" w:rsidP="00882E9A">
      <w:pPr>
        <w:tabs>
          <w:tab w:val="left" w:pos="5040"/>
        </w:tabs>
        <w:jc w:val="both"/>
        <w:rPr>
          <w:rFonts w:ascii="Calibri" w:hAnsi="Calibri"/>
        </w:rPr>
      </w:pPr>
    </w:p>
    <w:p w:rsidR="005568EF" w:rsidRPr="00360BDB" w:rsidRDefault="005568EF" w:rsidP="005F25E4">
      <w:pPr>
        <w:tabs>
          <w:tab w:val="left" w:pos="1980"/>
        </w:tabs>
        <w:jc w:val="both"/>
        <w:rPr>
          <w:rFonts w:ascii="Calibri" w:hAnsi="Calibri"/>
        </w:rPr>
      </w:pPr>
    </w:p>
    <w:p w:rsidR="005568EF" w:rsidRPr="00360BDB" w:rsidRDefault="005568EF" w:rsidP="00704F70">
      <w:pPr>
        <w:jc w:val="both"/>
        <w:rPr>
          <w:rFonts w:ascii="Calibri" w:hAnsi="Calibri"/>
        </w:rPr>
      </w:pPr>
      <w:r w:rsidRPr="00360BDB">
        <w:rPr>
          <w:rFonts w:ascii="Calibri" w:hAnsi="Calibri"/>
        </w:rPr>
        <w:t xml:space="preserve">Przedmiotem zamówienia jest Zakup Energii Elektrycznej do obiektów </w:t>
      </w:r>
      <w:r w:rsidRPr="00360BDB">
        <w:rPr>
          <w:rFonts w:ascii="Calibri" w:hAnsi="Calibri"/>
          <w:b/>
        </w:rPr>
        <w:t>Zamawiającego</w:t>
      </w:r>
      <w:r w:rsidRPr="00360BDB">
        <w:rPr>
          <w:rFonts w:ascii="Calibri" w:hAnsi="Calibri"/>
        </w:rPr>
        <w:t>.</w:t>
      </w:r>
    </w:p>
    <w:p w:rsidR="005568EF" w:rsidRDefault="005568EF" w:rsidP="00704F70">
      <w:pPr>
        <w:pStyle w:val="Header"/>
        <w:rPr>
          <w:rFonts w:ascii="Calibri" w:hAnsi="Calibri"/>
        </w:rPr>
      </w:pPr>
      <w:r w:rsidRPr="00360BDB">
        <w:rPr>
          <w:rFonts w:ascii="Calibri" w:hAnsi="Calibri"/>
        </w:rPr>
        <w:t>Poniższa tabela przedstawia obiekty objęte przedmiotem zamówienia.</w:t>
      </w:r>
    </w:p>
    <w:p w:rsidR="005568EF" w:rsidRDefault="005568EF" w:rsidP="00704F70">
      <w:pPr>
        <w:pStyle w:val="Header"/>
        <w:rPr>
          <w:rFonts w:ascii="Calibri" w:hAnsi="Calibri"/>
        </w:rPr>
      </w:pPr>
    </w:p>
    <w:p w:rsidR="005568EF" w:rsidRDefault="005568EF" w:rsidP="00704F70">
      <w:pPr>
        <w:pStyle w:val="Header"/>
        <w:rPr>
          <w:rFonts w:ascii="Calibri" w:hAnsi="Calibri"/>
        </w:rPr>
      </w:pPr>
    </w:p>
    <w:tbl>
      <w:tblPr>
        <w:tblW w:w="5445" w:type="pct"/>
        <w:tblLayout w:type="fixed"/>
        <w:tblCellMar>
          <w:left w:w="70" w:type="dxa"/>
          <w:right w:w="70" w:type="dxa"/>
        </w:tblCellMar>
        <w:tblLook w:val="00A0"/>
      </w:tblPr>
      <w:tblGrid>
        <w:gridCol w:w="320"/>
        <w:gridCol w:w="1371"/>
        <w:gridCol w:w="1254"/>
        <w:gridCol w:w="902"/>
        <w:gridCol w:w="545"/>
        <w:gridCol w:w="539"/>
        <w:gridCol w:w="1109"/>
        <w:gridCol w:w="980"/>
        <w:gridCol w:w="690"/>
        <w:gridCol w:w="428"/>
        <w:gridCol w:w="428"/>
        <w:gridCol w:w="570"/>
        <w:gridCol w:w="650"/>
        <w:gridCol w:w="724"/>
        <w:gridCol w:w="712"/>
        <w:gridCol w:w="770"/>
        <w:gridCol w:w="770"/>
        <w:gridCol w:w="690"/>
        <w:gridCol w:w="822"/>
        <w:gridCol w:w="1127"/>
      </w:tblGrid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  <w:t>POWIAT JĘDRZEJOWSKI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Dom Pomocy Społecznej w Mnichowie, NIP 656 19 86 852, REGON 291168432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Mnichów 135,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1.1 Dom Pomocy Społecznej w Mnichowie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347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Pomocy Społecznej w Mnichowie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Pomieszczenie Biurowe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135/9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08-2847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96205897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4 014,00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4 014,00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1827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punkt odbioru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III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01.08.2014 r. do 31.12.2015 r.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Dom Pomocy Społecznej w Mnichowie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Dom Pomocy Społecznej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08-19971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95308217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2014-08-01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174 052,23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174 052,23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Pomocy Społecznej w Mnichowie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Klatka Schodowa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30949702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2014-08-01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674,33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674,33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Pomocy Społecznej w Mnichowie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Mieszkanie nr. 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9848504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2014-08-01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Pomocy Społecznej w Mnichowie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Mieszkanie nr. 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135/1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9526278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2014-08-01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Pomocy Społecznej w Mnichowie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Mieszkanie nr. 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135/4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14939527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2014-08-01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178 795,82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178 795,82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 xml:space="preserve">Liceum Ogólnakształcące im. M. Reja, NIP 656 18 59 496, REGON 000228424 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11-go Listopada 37,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1.2 Liceum Ogólnokształcące im. M. Reja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169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Liceum Ogólnokształcące im. M. Reja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Liceum Ogólnokształcące - Wejście Główne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08/13141/30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97723599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48 948,00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Liceum Ogólnokształcące im. M. Reja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Sala Gimnastyczna LO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08/13141/481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97723598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15 055,00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15 055,00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Liceum Ogólnokształcące im. M. Reja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Liceum Ogólnokształcące - Biblioteka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08/13141/527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7569764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24 871,40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24 871,40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88 874,40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88 874,40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Muzeum im. Przypkowskich w Jędrzejowie, NIP 656 20 42 432, REGON 291199059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Pl. T. Kościuszki 8,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1.3 Muzeum im. Przypkowskich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145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Muzeum im. Przypkowskich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Muzeum im. Przypkowskich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Pl. T. Kościuszki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08/2022/022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88342835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27 942,00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27 942,00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Muzeum im. Przypkowskich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Muzeum Przypkowskich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Pl. T. Kościuszki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08/2022/045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4197946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575,00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Muzeum im. Przypkowskich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Muzeum im. Przypkowskich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Pl. T. Kościuszki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08/2022/122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14367522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2 384,00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2 384,00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30 901,00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30 901,00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Powiatowy Zespół Placówek Pomocy Dziecku i Rodzinie im. Ireny Mrożewskiej w Nagłowicach, NIP 657 23 12 475, REGON 260411180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Kacpra Walewskiego 6, 28-362 Nagłowice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1.4 Powiatowy Zespół Placówek Pomocy Dziecku i Rodzinie im. Ireny Mrożewskiej w Nagłowicach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1581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Powiatowy Zespół Placówek Pomocy Dziecku i Rodzinie im. Ireny Mrożewskiej w Nagłowicach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P. D. DZ. Mieszk.-Muzeum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179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08/8305/172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6915981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8 313,00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8 313,00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Powiatowy Zespół Placówek Pomocy Dziecku i Rodzinie im. Ireny Mrożewskiej w Nagłowicach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Dziecka - Kotłownia - Pralnia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08/8305/059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29266822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Powiatowy Zespół Placówek Pomocy Dziecku i Rodzinie im. Ireny Mrożewskiej w Nagłowicach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Dziecka - Kotłownia - Pralnia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08/8305/059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15339205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Powiatowy Zespół Placówek Pomocy Dziecku i Rodzinie im. Ireny Mrożewskiej w Nagłowicach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Dziecka (Garaż)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08/8305/105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11361086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Powiatowy Zespół Placówek Pomocy Dziecku i Rodzinie im. Ireny Mrożewskiej w Nagłowicach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Dziecka - Oświetlenie Klatki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08/8305/125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29222654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761,00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761,00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Powiatowy Zespół Placówek Pomocy Dziecku i Rodzinie im. Ireny Mrożewskiej w Nagłowicach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Powiatowy Zespół Placówek Pomocy Dziecku i Rodzinie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Kacpra Walewskiego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Nagłowice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08-1543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95308215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30 683,00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30 683,00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40 005,00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40 005,00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 xml:space="preserve">Specjalny Ośrodek Szkolno-Wychowawczy w Jędrzejowie, NIP 656 18 12 454, REGON 000195239 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Krzywoustego 4,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1.5 Specjalny Ośrodek Szkolno-Wychowawczy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111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Specjalny Ośrodek Szkolno-Wychowawczy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Specjalny Ośrodek Wychowawczy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08/1330/076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432853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9 707,00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9 707,00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Specjalny Ośrodek Szkolno-Wychowawczy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Internat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Krzywoustego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08/3156/086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12725486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29 863,00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29 863,00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Specjalny Ośrodek Szkolno-Wychowawczy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Internat Szkoły Specjalnej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 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08/7021/047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89509547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26 018,00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26 018,00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65 588,00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65 588,00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Starostwo Powiatowe w Jędrzejowie, NIP 656 18 55 920, REGON 291019270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11-go Listopada 83,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1.6 Starostwo Powiatowe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1422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Starostwo Powiatowe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Starostwo Powiatowe ( Wydział Komunikacji)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Armii Krajowej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08/2012/03015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15356654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Starostwo Powiatowe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Starostwo Powiatowe (lokal-G11)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Armii Krajowej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08/2013/01511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30192887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Starostwo Powiatowe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Starostwo Powiatowe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08/1334/082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7988661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42 872,00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42 872,00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Starostwo Powiatowe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Wydział Geodezji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Armii Krajowej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08/1369/053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15188749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31 459,00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31 459,00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Starostwo Powiatowe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Starostwo Powiatowe w Jędrzejowie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ul. Armi Krajowej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13-583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90911178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46 260,00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46 260,00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123 591,00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123 591,00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Zarząd Dróg Powiatowych w Jędrzejowie, NIP 656 18 59 473, REGON 299943379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Okrzei 83,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1.7 Zarząd Dróg Powiatowych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139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Zarząd Dróg Powiatowych w Jędrzjowie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Administracyjny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Okrzei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08/1372/063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4472526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9 444,00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9 444,00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Zarząd Dróg Powiatowych w Jędrzjowie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Sterownik Sygnalizacji Świetlnej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Przypkowskiego-Chrobrego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08/3166/132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31353569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2 455,00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2 455,00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Zarząd Dróg Powiatowych w Jędrzjowie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Obwód Drogowy Stacyj Łany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Łany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08/6061/066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5786669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8 094,00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8 094,00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Zarząd Dróg Powiatowych w Jędrzjowie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Obwód Drogowy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08/7182/149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30025481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17,0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15 000,00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34 993,00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34 993,00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Zespół Szkół Centrum Kształcenia Praktycznego im. Macieja Rataja w Krzelowie, NIP 656 15 39 389, REGON 291175969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Krzelów 39, 28-340 Sędziszów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1.8 Zespół Szkół Centrum KształceniaPraktycznego im. Macieja Rataja w Krzelowie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271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Centrum Kształcenia Praktycznego im. Macieja Rataja w Krzelowie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Gospodarstwo Rolne-Pomo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Krzelów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Sędziszów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08/8252/050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13480231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22 899,00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22 899,00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Centrum Kształcenia Praktycznego im. Macieja Rataja w Krzelowie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Centrum Kształcenia Praktycznego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Krzelów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Sędziszów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08-4599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88344336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8 560,60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8 560,60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Centrum Kształcenia Praktycznego im. Macieja Rataja w Krzelowie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Hydrofornia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Krzelów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Sędziszów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08-4600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94638672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5 249,00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5 249,00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Centrum Kształcenia Praktycznego im. Macieja Rataja w Krzelowie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Zasilanie Kotłowni CO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Krzelów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Sędziszów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08-4598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96837279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28 816,00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20 345,00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49 161,00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Centrum Kształcenia Praktycznego im. Macieja Rataja w Krzelowie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Zasilanie Zespołu Szkół Centrum Kształcenia Praktycznego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Krzelów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Sędziszów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08-4259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94639262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45 501,20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45 501,20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Centrum Kształcenia Praktycznego im. Macieja Rataja w Krzelowie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Mieszkanie Służbowe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Krzelów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Sędziszów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08/8252/029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30832769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518,00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518,00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Centrum Kształcenia Praktycznego im. Macieja Rataja w Krzelowie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Mieszkanie Służbowe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Krzelów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 36/10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Sędziszów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08/8252/045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31013574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111 546,80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20 345,00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131 891,80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Zespół Szkół Ponadgimnazjalnych w Wodzisławiu, NIP 656 18 57 876, REGON 292444006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Szkolna 4, 28-330 Wodzisław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1.9 Zespół Szkół Ponadgimnazjalnych w Wodzisławiu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26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Ponadgimnazjalnych w Wodzisławiu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Liceum Ogólnokształcące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Szkolna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28-330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Wodzisław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08-19910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97726086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908,39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908,39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Ponadgimnazjalnych w Wodzisławiu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Internat - Liceum Ogólnokształcące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Szkolna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28-330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Wodzisław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08-19911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90909889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43 989,60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43 989,60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44 897,99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44 897,99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Zespół Szkół Ponadgimnazjalnych nr 1 im. Ks. St. Konarskiego w Jędrzejowie, NIP 656 18 57 698, REGON 290339216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Przypkowskigo 49,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1.10 Zespół Szkół Ponadgimnazjalnych nr 1 im. Ks. St. Konarskiego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111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Ponadgimnazjalnych nr 1 im. Ks. St. Konarskiego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Hala Sportowa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08-2082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14827571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7 305,70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7 305,70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Ponadgimnazjalnych nr 1 im. Ks. St. Konarskiego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Zespołu Szkół Ponadgimnazjalnych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08-2083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94639058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62 183,00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62 183,00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69 488,70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69 488,70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Zespół  Szkół Ponadgimnazjalnych nr 2 im, Gen. Stefana Roweckiego "Grota" w Jędrzejowie, NIP 656 18 59 504, REGON 000181036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Okrzei 63,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1.11 Zespół  Szkół Ponadgimnazjalnych nr 2 im, Gen. Stefana Roweckiego "Grota"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433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Ponadgimnazjalnych nr 2 im. Gen. Stefana Roweckiego "Grota"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Budynki ZSP Nr 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Okrzei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49B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08-19978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11737007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28 231,00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28 231,00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Ponadgimnazjalnych nr 2 im. Gen. Stefana Roweckiego "Grota"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Technikum Mechaniczne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Okrzei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08-20038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97701113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72 010,00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72 010,00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Ponadgimnazjalnych nr 2 im. Gen. Stefana Roweckiego "Grota"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Warsztaty Szkolne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Okrzei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08-2190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97725663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13 000,00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113 241,00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113 241,00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Powiatowy Urząd Pracy, NIP 656 17 11 782, REGON 291144911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Okrzei 49B, 28-300 Jędrzejów</w:t>
            </w:r>
          </w:p>
        </w:tc>
      </w:tr>
      <w:tr w:rsidR="005568EF" w:rsidRPr="00B03F00" w:rsidTr="00B03F00">
        <w:trPr>
          <w:trHeight w:val="315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1.12 Powiatowy Urząd Pracy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526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01.08.2014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Powiatowy Urząd Pracy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Powiatowy Urząd Pracy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Okrzei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49B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08/1372/084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83310496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2014-08-01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44 727,00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44 727,00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44 727,00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44 727,00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  <w:t>GMINA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Gmina Jędrzejów, NIP 656 22 13 098, REGON 291009774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 Listopada 33,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 Gmina Jędrzejów - Oświetlenie Uliczne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173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30830887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1 450,00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2 436,67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3 886,67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Torowa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33-624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30645824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1 878,33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2 998,33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Partyz. Daszyńsk. Strażacka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33-632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11994283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4 945,00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7 935,00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Cicha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33-656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30526751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4 896,67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7 998,33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12 895,00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Klasztorna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33-658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11229937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12 685,00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20 766,67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33 451,67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Słoneczna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33-664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11426118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9 653,33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15 793,33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25 446,67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Słowiańska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33-675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27683735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5 406,67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8 795,00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14 201,67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Skrzyżowanie Łęczyn Mały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33-680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14027610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20 191,67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33 171,67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53 363,33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Pińczowska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33-681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13231995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15 816,67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25 980,00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41 796,67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33-682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13232076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20 446,67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33 458,33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53 905,00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Piastowska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33-687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27685398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2 255,00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3 678,33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5 933,33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Parkowa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14069645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12 563,33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21 485,00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34 048,33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Barbary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11994277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16 103,33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26 676,67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42 780,00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5718042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23 875,00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38 048,33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61 923,33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Pl. T. Kościuszki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12796695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48 160,00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78 281,67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126 441,67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3-go Maja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9723582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12 006,67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19 730,00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31 736,67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Kilińskiego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14465360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9 486,67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15 696,67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25 183,33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Osiedle Reymonta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432952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12 805,00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20 811,67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33 616,67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Górna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33-716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05242695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3 583,33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5 851,67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9 435,00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Pińczowska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33-717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05950544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14 465,00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23 375,00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37 840,00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Pińczowska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33-717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28169161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6 526,67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10 800,00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17 326,67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Krzywa, Zielona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33-718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12816098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12 318,33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20 068,33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32 386,67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Ogrodowa, Kielecka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2908808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26 203,33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42 905,00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69 108,33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Marii Konopnickiej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04462041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18 575,00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30 298,33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48 873,33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Jasionka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33-721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04197087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11 278,33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18 588,33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29 866,67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Jasionka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33-722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12852508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10 293,33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16 846,67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27 140,00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Głowackiego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03094832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30 853,33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50 470,00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81 323,33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Piaski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33-724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30645850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7 746,67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12 591,67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20 338,33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Przemysłowa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33-734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11994221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16 750,00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27 180,00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43 930,00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Przemysłowa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33-734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10477071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14 406,67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22 391,67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36 798,33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Reymonta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33-735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11159256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29 391,67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48 195,00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77 586,67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Konarskiego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33-736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13876131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6 653,33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10 756,67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17 410,00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33-737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00077116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6 566,67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10 711,67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17 278,33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Okrzei PZU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33-738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11994215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15 506,67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26 123,33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41 630,00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Okrzei RDP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30645823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6 441,67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10 615,00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17 056,67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3-go Maja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14465124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23 645,00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38 771,67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62 416,67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Al. Piłsudskiego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33-741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9313033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31 700,00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52 511,67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84 211,67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33-742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15301401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36 710,00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60 003,33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96 713,33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 k/Browaru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33-743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05753271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18 810,00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30 975,00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49 785,00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33-744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22311249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1 401,67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2 301,67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Kościelna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33-745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30645839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4 683,33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7 665,00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12 348,33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Murawiec k/BPH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33-746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15301412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9 740,00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15 915,00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25 655,00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Topolowa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33-747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03348225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5 668,33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9 143,33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 k/Lok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33-748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11938522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18 781,67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30 976,67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49 758,33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33-750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14989652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7 566,67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12 366,67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19 933,33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Pstrowskiego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33-751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19205846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4 338,33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6 683,33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11 021,67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 - Zamoście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33-752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12048421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7 633,33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12 125,00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19 758,33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Murawiec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05434512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9 358,33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15 308,33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24 666,67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Osiedle Murawiec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15020235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11 865,00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19 298,33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31 163,33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Oś. Zachód Nr 6 k/Apteki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11938075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8 633,33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14 070,00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22 703,33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Okrzei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18467148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3 488,33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5 765,00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9 253,33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33-757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27592231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2 895,00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4 738,33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7 633,33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Przemysłowa STW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20680592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5 716,67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9 385,00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15 101,67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Cmentarna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33-759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00042731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4 883,33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8 093,33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12 976,67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Partyzantów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13321572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24 001,67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39 565,00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63 566,67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 Nr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33-761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12765986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5 226,67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8 483,33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13 710,00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Zamoście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11994343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16 088,33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26 500,00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42 588,33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Piaski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11938398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9 576,67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15 821,67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25 398,33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Topolowa k/Górna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33-764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21299193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3 006,67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4 976,67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7 983,33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Topolowa k/Browar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30526808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5 363,33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8 416,67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13 780,00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Batalionów Chłopskich, Sobieskiego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11938191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18 176,67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29 671,67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47 848,33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Oś. Reymonta B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11994395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9 310,00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15 156,67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24 466,67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Dojazd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33-773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17156258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5 335,00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8 678,33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14 013,33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Mieszka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33-774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14852606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1 508,33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2 423,33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3 931,67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Daszyńskiego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28204023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1 238,33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2 018,33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3 256,67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33-777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432347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8 863,33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14 360,00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23 223,33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Listopada, 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33-778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3840597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12 988,33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21 205,00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34 193,33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Laskow k/Sudoł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33-780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05721125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6 356,67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10 275,00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16 631,67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Laskow k/za Klasztor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33-781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02603713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17 765,00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28 831,67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46 596,67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Blokowa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33-787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26903805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3 430,00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5 465,00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8 895,00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Szansa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8004812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2 625,00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4 273,33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6 898,33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 X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3061357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6 396,67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10 423,33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16 820,00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Wilanowska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33-827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7833146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1 413,33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2 271,67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3 685,00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Dygasińskiego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11938171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5 590,00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9 143,33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14 733,33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Jesionna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31011823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1 413,33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2 323,33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3 736,67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12818363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12 803,33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20 563,33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 - Warszawska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87048439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3 470,00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5 745,00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9 215,00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 - Warszawska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31013127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2 416,67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3 965,00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6 381,67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 - Skrzyżownie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21125169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3 415,00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5 635,00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9 050,00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11938111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5 963,33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9 553,33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 IV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11938537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5 395,00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8 888,33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14 283,33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 III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11737344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8 495,00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13 628,33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 V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6628014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5 176,67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8 533,33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13 710,00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 Diament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31024761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1 011,67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1 678,33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Ludwinów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87050846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7 221,67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11 968,33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19 190,00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Laczyn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7840945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6 701,67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11 015,00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17 716,67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Laczyn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87048529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2 765,00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4 600,00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7 365,00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Laczyn Mały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11938197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9 991,67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16 546,67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26 538,33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Laczyn Mały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27686325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2 368,33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3 885,00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6 253,33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Wielki - Borow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85475460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3 341,67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5 486,67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8 828,33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Wielki III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21083142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1 861,67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3 030,00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4 891,67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Wielki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27686255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2 860,00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4 730,00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7 590,00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Wielki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30083431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2 435,00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4 065,00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6 500,00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Wielki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21454949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5 440,00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9 140,00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14 580,00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Wielki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01486161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2 068,33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3 420,00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5 488,33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Wielki VII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85914827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2 411,67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3 993,33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6 405,00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Duży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13146320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1 931,67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3 201,67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5 133,33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Mały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29696704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5 748,33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9 228,33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Skroniów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27622353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1 616,67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2 666,67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4 283,33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Skroniów - Zatorze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11994320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6 558,33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10 698,33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17 256,67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Sroniów Zatorze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11938514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7 633,33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12 571,67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20 205,00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Skroniów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29006323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4 916,67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8 030,00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12 946,67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Skroniów Krzyżówka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30083063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2 341,67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3 751,67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Skroniów Krzyżówka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31013266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3 176,67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5 231,67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8 408,33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Sudół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26903691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6 863,33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11 196,67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18 060,00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Sudół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04704507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6 090,00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9 960,00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16 050,00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Sudół III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7819133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7 120,00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11 683,33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18 803,33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Prząsław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30618751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5 801,67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9 528,33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15 330,00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Prząsław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31615254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3 678,33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6 068,33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9 746,67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Prząsław Wieś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20401178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6 260,00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10 430,00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16 690,00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Cierno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19204074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3 305,00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5 485,00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8 790,00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Cierno - Parcela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12818475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2 215,00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3 515,00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Cierno Prząsław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03131664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7 758,33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12 811,67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20 570,00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Cierno Prząsław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33-859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04818201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3 820,00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6 176,67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9 996,67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Chorzewa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21288601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5 001,67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8 218,33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13 220,00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Chorzewa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21570978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1 780,00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2 870,00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Chorzewa III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30618341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3 990,00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6 655,00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10 645,00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Chorzewa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29570476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1 008,33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1 646,67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2 655,00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Chorzewa - Kopaniny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29570756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863,33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1 371,67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Lasków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30684436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3 630,00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6 000,00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9 630,00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Lasków V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31013229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3 026,67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4 860,00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Wilanów - Lasków IV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05466560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10 805,00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17 796,67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28 601,67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Lasków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11736961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4 941,67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8 211,67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13 153,33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Lasków IV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11737058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3 466,67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6 226,67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Lasków III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11736964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1 811,67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2 971,67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4 783,33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Podchojny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02813423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3 615,00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6 176,67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9 791,67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Podchojny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7921582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5 398,33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8 911,67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14 310,00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Cegła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28600620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1 848,33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3 056,67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4 905,00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Podlaszcze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23071390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3 146,67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5 121,67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Podchojny III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8005510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5 195,00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8 370,00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Podchojny IV k/szkoły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12879618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2 465,00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4 113,33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6 578,33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Podchojny V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11994358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6 438,33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10 641,67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Podchojny VI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11938586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1 950,00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3 281,67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5 231,67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Ignacówka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2922600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10 935,00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18 485,00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29 420,00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Kulczyzna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15020376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11 386,67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18 821,67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30 208,33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30618421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2 026,67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3 390,00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17183222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2 888,33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4 771,67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7 660,00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31615259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3 641,67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5 671,67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9 313,33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 III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7041302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5 006,67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8 191,67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13 198,33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 Górki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7740913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5 030,00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8 116,67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13 146,67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 Górki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30526764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1 523,33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2 528,33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4 051,67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 - Szkoła Specjalna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11938412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10 133,33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16 163,33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26 296,67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Podzagaje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11994350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2 925,00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4 880,00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7 805,00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Zagaje bloki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31024491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2 670,00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4 401,67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7 071,67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Zagaje Wieś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15021599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3 230,00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5 408,33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8 638,33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Zagaje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15021699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5 413,33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8 871,67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14 285,00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Borki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27591872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5 173,33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8 576,67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Borki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18469822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3 103,33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5 101,67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8 205,00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Mogiły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21272613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5 908,33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9 776,67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15 685,00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Jasionna Wieś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2990224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7 360,00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12 325,00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19 685,00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Jasionna Lścin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27158031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8 368,33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13 781,67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22 150,00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Lścin - Niebyła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31011900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1 538,33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2 520,00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4 058,33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Wólka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13229840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2 718,33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4 351,67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Wólka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17178712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1 336,67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2 213,33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Chwaścice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27686354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2 711,67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4 578,33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7 290,00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Czarnocice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31044899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2 986,67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5 011,67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7 998,33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Wólka - Brzeźnica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31011875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1 358,33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2 306,67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3 665,00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Chwaścice - Folwark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29804870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2 606,67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4 390,00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6 996,67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Gozna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12028280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3 558,33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5 908,33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9 466,67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Gozna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15021033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3 346,67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5 346,67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Gozna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15301471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4 426,67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7 126,67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Brus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27622188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8 651,67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13 661,67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22 313,33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Brus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27592082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1 870,00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1 126,67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2 996,67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28203711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4 758,33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8 250,00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13 008,33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28204528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7 316,67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10 891,67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Wygoda k/Brusa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31614520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3 601,67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3 231,67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6 833,33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Książe Skroniów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31013257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7 445,00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12 356,67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19 801,67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Brynica Sucha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26903837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4 993,33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8 241,67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13 235,00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Piaski Kopaniny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14390256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10 145,00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16 880,00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27 025,00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Raków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11994378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2 486,67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4 091,67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6 578,33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Raków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15300334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9 150,00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14 945,00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24 095,00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Raków III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11994280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3 385,00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5 495,00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8 880,00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Wolica - Rakówek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7889227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6 321,67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10 480,00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16 801,67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Wolica Kółko Rolnicze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31011819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3 598,33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5 391,67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8 990,00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Piaski Kopaniny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31449341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6 931,67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11 533,33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18 465,00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Rakówek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33-870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19575417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1 206,67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1 965,00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3 171,67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26886426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6 338,33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10 335,00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16 673,33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33-875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8006489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13 861,67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13 861,67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Obwodnicy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Podchojny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23-1 100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99718970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71 293,33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71 293,33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1 372 535,00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2 106 181,67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3 478 716,67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Administracja i Obsługa przy Urzędzie Miejskim w Jędrzejowie, NIP 656 23 16 935, REGON 260443233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 Listopada 33A,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2.2 Administracja i Obsługa przy Urzędzie Miejskim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02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Administracja i Obsługa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Plac Targowy - Oświetlenie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Głowackiego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08/1016/222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99344211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38 225,00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38 225,00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Administracja i Obsługa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Pawilon Handlowy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Głowackiego - Plac Targowy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08/1016/224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29551768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Administracja i Obsługa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Urzędu M. i G.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 "A"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08/1104/106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14318970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83 103,33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83 103,33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Administracja i Obsługa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Administracja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33B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08/1104/160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15132358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11 616,67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11 616,67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Administracja i Obsługa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Pomieszczenie Magazynowo-Biurowe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Pl. Kościuszki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08/2022/140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10438553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4 823,33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4 823,33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Administracja i Obsługa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Towarowy "Piast"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Plac T. Kościuszki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08-21278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95759494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17 835,93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17 835,93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Administracja i Obsługa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Administracyjno-Biurowy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Reymonta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08-21279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97726646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74 152,00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74 152,00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230 062,93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230 062,93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Centrum Kultury w Jędrzejowie, NIP 656 14 95 769, REGON 000668034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Al. J. Piłsudskiego 3,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2.3 Centrum Kultury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253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Centrum Kultury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Dom Kultury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Al.. J. Piłsudskiego 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23-1 120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96207585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148,0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160 277,00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160 277,00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160 277,00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160 277,00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Gmina Jędrzejów, NIP 656 22 13 098, REGON 291009774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 Listopada 33,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2.4 Gmina Jędrzejów - Pozostałe Obiekty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03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Świetlica wiejska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08/6118/094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3670748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5 442,50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5 442,50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Świetlica wiejska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Wielki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08/6270/001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15340146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Potok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Wielki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08/6271/058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11847862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6 810,00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6 810,00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po Przedszkolu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Sudół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Sudół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08/6336/096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30082488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Świetlica wiejska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Prząsław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08/6342/114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15397261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5 360,00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Świetlica wiejska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Skroniów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08/7299/003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7751989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3 662,50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3 662,50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Świetlica wiejska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08/7346/053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15153556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10 565,00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10 565,00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Stara świetlica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08/7346/093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11085437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Łączyn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Łączyn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08/7360/012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21590874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Świetlica wiejska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08/7388/012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12998439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5 188,33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5 188,33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Świetlica wiejska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Zagaje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08/7403/052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14546849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23 142,50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23 142,50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Wolica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08/8033/161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1192365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Chwaścice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Chwaścice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08/8046/043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26905195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po szkole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Chwaścice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08/8046/058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2346037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Chorzewa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Chorzewa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08/8146/041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15325695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Sudół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Sudół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080003000023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13319464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769,00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769,00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Jasionna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Jasionna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080003000028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6875541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Brynica Sucha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Brynica Sucha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080003000029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7054703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2 423,33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2 423,33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Klasztoru Cystersów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Klasztorna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080003000043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12309577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22 812,50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22 812,50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Miasteczko ruchu drogowego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Dz. 319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080003000045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31762054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Ludowy i strażaka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080400000002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14505970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4 500,00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4 500,00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Jędrzejów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Boisko Sportowe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Ogrodowa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13-131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15020748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1 197,67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1 197,67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96 264,17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96 264,17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Nr 3 w Jędrzejowie, NIP 656-17-77-396, REGON 733375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Reymonta 1,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2.5 Szkoła Podstawowa Nr 3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1827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Nr 3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Podstwowa Nr 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Reymonta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08/1286/021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9041730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6 020,00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6 020,00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6 020,00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6 020,00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Gimnazjum Nr 1 , NIP 656-20-53-832, REGON 292371968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Ogrodowa 10,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2.6 Gimnazjum Nr 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172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Gimnazjum Nr 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Gimnazjum Nr 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Ogrodowa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08/3092/011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72869702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48 880,00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48 880,00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48 880,00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48 880,00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Gminny Zespół Obsługi Szkół i Przedszkoli, NIP 656-14-75-933, REGON 290622159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11-go Listopada 33,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2.7 Gminny Zespół Obsługi Szkół i Przedszkoli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253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Gminny Zespół Obsługi Szkół i Przedszkoli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Pomieszczenia Biurowe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080750000001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14250914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10 330,00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10 330,00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10 330,00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10 330,00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Przedszkole Nr 1 w Jędrzejowie, NIP 656-17-77-261, REGON 290015152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Mieszka I 9,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2.8 Przedszkole Nr 1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188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Przedszkole Nr 1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Zasilanie Przedszkola Nr 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Mieszka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23-1 039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95308211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86,0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135 568,00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135 568,00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135 568,00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135 568,00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Zespół Szkół -SP 4 i Gimn.nr 2, NIP 656-17-50-629, REGON 290530150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Przypkowskiego 43,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2.9 Zespół Szkół -Szkoła Podstawowa Nr 4 i Gimnazjum Nr 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111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-SP 4 i Gimn.nr 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i Gimnazjum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23-1 166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94639370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90 457,00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90 457,00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-SP 4 i Gimn.nr 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Nr 4 - Kuchnia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13-144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72869809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23 968,00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23 968,00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114 425,00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114 425,00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Przedszkole Nr 2 w Jędrzejowie, NIP 656-17-77-255, REGON 290015123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11-go Listopada 113A,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2.10 Przedszkole Nr 2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14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Przedszkole Nr 2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Przdszkole Nr 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113A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08/1389/010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88344297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21 905,00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21 905,00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Przedszkole Nr 2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Przdszkole Nr 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113A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08/1372/103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22212226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23 885,00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23 885,00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Przedszkole Nr 3 w Jędrzejowie, NIP 656-17-77-249, REGON 290015130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Kościelna 16,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2.11 Przedszkole Nr 3 w Jędrzjowie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488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Przedszkole Nr 3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Przedszkole Nr 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Kościelna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08/2026/003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2944540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16 290,00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16 290,00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16 290,00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16 290,00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Piaskach, NIP 656-17-77-344, REGON 7333079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Piaski 83,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2.12 Szkoła Podstawowa w Piaskach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23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Piaskach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Piaski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08/7027/016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15356223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7 755,00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7 755,00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Piaskach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Piaski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08/7027/018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13968471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1 405,00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9 160,00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9 160,00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Jasionnie, NIP 656-17-77-373, REGON 733398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Jasionna 8, 28-300 Jasionna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2.13 Szkoła Podstawowa w Jasionnie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Jasionnie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Jasionna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Jasionna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080145000001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6679560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6 918,33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2 216,67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9 135,00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6 918,33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2 216,67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9 135,00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Łysakowie, NIP 656-17-77-367, REGON 733406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Łysaków,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2.14 Szkoła Podstawowa w Łysakowie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Łysakowie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08/7346/003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15009102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5 645,00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5 645,00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Łysakowie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08/7346/006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12889062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Łysakowie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08/7346/015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29298544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Łysakowie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08/7346/037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19645923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Łysakowie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Przedszkole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Łysaków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08/7350/012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14442338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6 238,33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6 120,00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12 358,33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13 153,33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6 120,00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19 273,33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Mnichowie, NIP 656-17-77-350, REGON 1216995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Mnichów 72,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2.15 Szkoła Podstawowa w Mnichowie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Mnichowie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08/7388/003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12797705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6 975,00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6 975,00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6 975,00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6 975,00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Nr 2, NIP 656-17-77-404, REGON  733369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Przypkowskiego 12,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2.16 Szkoła Podstawowa Nr 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Nr 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Nr 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08/1280/055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2303355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18 925,00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18 925,00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Nr 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Nr 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08/1280/055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14325197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37 475,00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37 475,00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56 400,00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56 400,00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Podchonjach, NIP 656-17-77-338, REGON 733040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Podchojny 106,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2.17 Szkoła Podstawowa w Podchojnach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 Szkoła Podstawowa w Podchojnach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Podchojny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08/6130/014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4544170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12 551,67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12 551,67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12 551,67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12 551,67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Potoku Wielkim, NIP 656-17-77-321, REGON 733056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Potok Wielki 9,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2.18 Szkoła Podstawowa w Potoku Wielkim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Potoku Wielkim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Potok Wielki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08/6273/026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8448444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31 870,00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31 870,00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31 870,00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31 870,00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Prząsławiu, NIP 656-17-77-315, REGON 260654065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Prząsław 55,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2.19 Szkoła Podstawowa w Prząsławiu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Prząsławiu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Prząsław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08/6340/057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13321593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23 848,33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23 848,33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23 848,33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23 848,33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Rakowie, NIP 656-17-77-309, REGON 733085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Raków 45,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2.20 Szkoła Podstawowa w Rakowie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Rakowie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Nauczyciela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080166000002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10279018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16 144,00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24 428,00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40 572,00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Rakowie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080166000003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88344276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31 716,00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75 692,00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107 408,00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47 860,00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100 120,00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147 980,00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Skroniowie, NIP 656-17-77-290, REGON 260654102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Skroniów 75,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2.21 Szkoła Podstawowa w Skroniowie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Skroniowie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Skroniów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08/7295/026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14752063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30 853,33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30 853,33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30 853,33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30 853,33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Podstwowa Nr 3 w Jędrzejowie Filia w Węgleńcu, NIP 656 17 77 396, REGON 733375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Węgleniec 1,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2.22 Szkoła Podstawowa Nr 3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Nr 3 w Jędrzejowie Filia w Węgleńcu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08/7021/008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21713480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353,33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353,33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Nr 3 w Jędrzejowie Filia w Węgleńcu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08/7021/018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3666298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5 520,00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5 520,00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5 873,33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5 873,33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Miejsko-Gminna Biblioteka Publiczna w Jędrzejowie, NIP 656 22 55 010, REGON 291211671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 Listopada 33B,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2.23 Miejsko-Gminna Biblioteka Publiczna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Miejsko-Gminna Biblioteka Publiczna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Biblioteka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33d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08/1104/113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12625073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12 110,00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12 110,00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Miejsko-Gminna Biblioteka Publiczna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Biblioteka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08/8035/117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31011878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12 673,33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12 673,33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Ośrodek Pomocy Społecznej Miasta i Gminy, NIP 656 12 58 383, REGON 003675595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 Listpada 113B,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2.24 Ośrodek Pomocy Społecznej Miasta i Gminy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Ośrodek Pomocy Społecznej Miasta i Gminy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OPS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ul. 11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113B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08/1389/037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14318950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54 800,00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54 800,00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54 800,00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54 800,00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Pływalnia Miejska w Jędrzejowie, NIP 656 20 15 122, REGON 291201572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F. Przypkowskiego 43,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2.25 Pływalnia Miejska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Pływalnia Miejska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Zasilanie Zalewu Miejskiego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Okrzei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dz. 6/6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96205945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7 951,67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13 936,67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21 888,33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Pływalnia Miejska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Zasilanie Pływalni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23-1 155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95759339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7 373,45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7 373,45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Pływalnia Miejska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Zalew Miejski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Parkowa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dz. nr 42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23-561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97723597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62 716,67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62 716,67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78 041,78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13 936,67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91 978,45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Zakład Podstawowej Opieki Zdrowotnej w Jędrzejowie, NIP 656 18 55 966, REGON 290464594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Chrobrego 4,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2.26 Zakład Podstawowej Opieki Zdrowotnej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Podstawowej Opieki Zdrowotnej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Przychodnia Rejonowa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08/1102/053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4806594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28 943,33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28 943,33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Podstawowej Opieki Zdrowotnej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Przychodnia Rejonowa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Chrobrego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08/3156/091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7352362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43 250,00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43 250,00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Podstawowej Opieki Zdrowotnej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Wiejski Ośrodek Zdrowia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08/8035/072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14069047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Podstawowej Opieki Zdrowotnej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Ośrodek Zdrowia - Klatka Schodowa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Chrobrego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08/3156/112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21068236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77 270,00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77 270,00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Zakład Usług Komunalnych w Jędrzejowie, NIP 656 22 37 302, REGON 260064205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Reymonta 21,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2.27 Zakład Usług Komunalnych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01.05.2014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01.05.2014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Szalet Miejski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Patryzantów - koło banku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08/1002/142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4070168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14 843,33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14 843,33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Blok Kotłownia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08/1104/144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20738444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2 118,33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2 118,33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Reymonta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08/1286/056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4876273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11 650,00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11 650,00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Reymonta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08/1330/023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3985194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Blok Mieszkalny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Mieszka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08/2532/068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12255135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2 061,67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2 061,67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Blok i Kotłownia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Zagaje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Zagaje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08/7405/002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4871768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2 683,33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2 683,33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Blok Mieszkalny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08/1282/054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13480026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16,0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3 465,00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3 465,00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Blok Mieszkalny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Przemysłowa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08/1288/008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31352915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20 620,00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20 620,00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Blok Mieszkalny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Przypkowskiego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08/1330/063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27685722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2 093,33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2 093,33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Lokal Mieszkalny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Kielecka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15/1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08/3090/083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27685736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Lokal Mieszkalny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Kielecka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15/1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08/3090/085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31353222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Wielorodzinny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08/3100/134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30739363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Mieszkanie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Prząsław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Prząsław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08/6342/053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2805384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Blok Mieszkalny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Zagaje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Zagaje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08/7403/028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29203309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ZUK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Chorzewa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Chorzewa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08/8148/015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14796230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Usług Komunalnych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ZUK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132/40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08/2424/069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719866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2014-05-01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61 523,33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8,33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61 531,67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  <w:t>GMINA SŁUPIA JĘDRZEJOWSKA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Gmina Słupia Jędrzejowska, NIP 656 22 14 287, REGON 291010694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Słupia 257, 28-350 Słupia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3.1 Gmina Słupia Jędrzejowska - Oświetlenie Uliczne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11921152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2 520,00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2 520,00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29878716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14027715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7 753,00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7 753,00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Lecznica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290101585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3 021,00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3 021,00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Szkoła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27888552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2 941,00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2 941,00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1 Gorzelnia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31013206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Kolonia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87048928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578,00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578,00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Kolonia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14465065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Wieś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12920410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1 052,00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1 052,00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Wieś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27903599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1 385,00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1 385,00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Wieś 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13052091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1 647,00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1 647,00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Wywła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6893513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3 710,00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3 710,00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Wywła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7889494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Sprowa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30159863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1 439,00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1 439,00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Sprowa Bór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28463703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595,00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595,00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Sprowa Piaski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19531206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Sprowa Gawrony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31011137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Sprowa Gawrony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31011109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729,00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729,00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Sprowa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12765969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2 092,00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2 092,00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Sprowa Gawrony 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21481433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664,00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664,00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Obiechów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13770340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897,00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897,00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Obiechów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29969649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1 023,00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Obiechów Młyn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19915016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552,00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552,00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Obiechów Kolonia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22538394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1 043,00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1 043,00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Obiechów Kolonia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22652904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Obiechów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12594700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1 431,00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1 431,00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Obiechów Kościół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43-599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29902212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2 725,00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2 725,00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Jasieniec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13879826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1 566,00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1 566,00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Jasieniec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13880264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Jasieniec 4 k51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26887322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828,00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828,00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Jasieniec 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31010432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1 402,00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1 402,00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Sieńsko 7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04868744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734,00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734,00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Sieńsko 6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03087107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5 109,00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5 109,00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Sieńsko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04422285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714,00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714,00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Sieńsko 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04530345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531,00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531,00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Sieńsko 8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05491929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611,00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611,00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Sieńsko 5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26903133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Różnica IV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27158342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1 897,00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1 897,00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Różnica wieś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12450373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2 458,00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2 458,00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Różnica 7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7036126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1 136,00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1 136,00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Rawka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12299437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Rawka III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8019830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1 983,00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Dąbrowica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31010558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1 216,00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1 216,00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Dąbrowica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21568683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954,00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954,00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Radszków V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30082763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1 019,00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1 019,00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Raszków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31011114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1 592,00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1 592,00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S.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8486852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1 094,00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1 094,00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S.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13996611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1 443,00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1 443,00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S. 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9807537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1 191,00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1 191,00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S. 4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9499914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2 054,00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2 054,00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S. 5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13996584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1 713,00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1 713,00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N. 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02828903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N. 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02819805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1 248,00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N. 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12915564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912,00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912,00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N. 4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03092009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N. 5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03073862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Węgrzynów Stary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12190788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Wielkopole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31013259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1 897,00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1 897,00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Raszków IV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26885617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721,00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721,00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Raszków VI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26887344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735,00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735,00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Raszków VII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26903043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866,00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866,00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Raszków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43-670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21461111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Raszków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43-670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27014498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734,00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734,00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Raszków III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43-670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21461112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43-711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19652713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89 829,00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89 829,00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Biuro Obsługi Szkół Słupia Jędrzejowska, NIP 656 17 95 282, REGON 290641040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Słupia Jędrzejowska 281, 28-350 Słupia Jędrzejowska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 xml:space="preserve">3.2 Biuro Obsługi Szkół Słupia Jędrzejowska 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Biuro Obsługi Szkół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w Słupi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23-1 151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94639373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43 342,60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43 342,60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43 342,60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43 342,60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Gmina Słupia Jędrzejowska, NIP 656 22 14 287, REGON 291010694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Słupia 257, 28-350 Słupia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3.3 Gmina Słupia Jędrzejowska - Pozostałe Obiekty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OSP Nowa Wieś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Nowa Wieś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Różnica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Różnica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15009041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6,0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16,0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2 195,00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2 195,00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Jasieniec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Jasieniec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13875331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Sieńsko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Sieńsko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10807844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1 964,00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1 964,00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Węgrzynów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Węgrzynów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5945223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Obiechów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Obiechów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10817788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1 011,00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1 011,00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Dąbrowica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Dąbrowica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30025165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Sportowa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78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Sprowa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080013000017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15111092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3 507,00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3 507,00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Stara szkoła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Wywła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Wywła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080013000018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15009067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7 243,00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7 243,00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Dom  Ludowy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Rawka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Rawka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21072685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Raszków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Raszków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6637620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3 086,00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3 086,00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080013000022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11117714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7 761,00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7 761,00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Świetlica Wiejska (Dom Kultury)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080013000027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14318967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7 279,00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7 279,00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Zakład Fryzjerski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080013000028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26472175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Budynek Administracyjny Urzędu Gminy (Przedszkole)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080013000029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4370705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22 973,00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22 973,00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Dom Ludowy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Wielkopole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Wielkopole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080013000038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5467745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Oświetlenie budynku Gminy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080013000041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27923712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16,0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Wywła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080546000001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12906194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Sieńsko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111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Sieńsko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080546000012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10129883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1 205,00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Apteka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081109000002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30537797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Pompownia ścieków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Nowa Wieś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dz.116/2010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081110000001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15021793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40,0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2 912,00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2 912,00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Przepompownia ścieków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081110000002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15020806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3 867,00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3 867,00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Pomieszczenie socjalne/Ośrodek Zdrowia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080013000042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14687553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17 211,00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17 211,00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Mieszkanie rotacyjne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Różnica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90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080013000045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85914724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Gmina Słupia Jędrzejowska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Mieszkanie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Słupia Jędrzejowska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080546000006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31011046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3F00">
              <w:rPr>
                <w:rFonts w:ascii="Calibri" w:hAnsi="Calibri" w:cs="Arial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85 565,00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51,00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86 324,00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im. Bohaterów Armii Krajowej w Obiechowie, NIP 656 20 47 576, REGON 1217233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Obiechów 47, 28-350 Obiechów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3.4 Szkoła Podstawowa im. Bohaterów Armii Krakowej w Obiechowie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im. Bohaterów Armii Krajowej w Obiechowie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Obiechów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Obiechów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Obiechów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080014000013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13879818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6 175,00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6 175,00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6 175,00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6 175,00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Zakład Gospodraki Komunalnej w Słupi Jędrzejowskiej, REGON 260442676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Słupia Jędrzejowska 153, 28-350 Słupia Jędrzejowska</w:t>
            </w:r>
          </w:p>
        </w:tc>
      </w:tr>
      <w:tr w:rsidR="005568EF" w:rsidRPr="00B03F00" w:rsidTr="00B03F00">
        <w:trPr>
          <w:trHeight w:val="315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3.5 Zakład Gospodarki Komunalnej w Słupi Jędrzejowskiej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5568EF" w:rsidRPr="00B03F00" w:rsidTr="00B03F00">
        <w:trPr>
          <w:trHeight w:val="27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w Słupi Jędrzejowskiej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Zakładu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080654000001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5 502,00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5 502,00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w Słupi Jędrzejowskiej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Zakładu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080654000002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1 101,00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1 101,00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w Słupi Jędrzejowskiej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Punkt Skupu Żywca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Słupia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080654000004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6 687,00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6 687,00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  <w:t>GMINA OKSA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Gmina Oksa, NIP 656 22 14 821, REGON 2911010435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Włoszczowska 22, 28-363 Oksa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4.1 Gmina Oksa - Oświetlenie uliczne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01.04.2015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Kanice Nowe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31011007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800,25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800,25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Kanice Nowe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18467355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613,50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613,50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Kanice Nowe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17226854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1354,50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1354,50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 (Nowe Kanice)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9909926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257,25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257,25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Rembiechowa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11697878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3202,50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3202,50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Rembiechowa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11788319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2106,75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2106,75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 - Debina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31010098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815,25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815,25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 st. 68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26509188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311,25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311,25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 - Debina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30100123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443,25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443,25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 Wieś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11921295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9330,75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9330,75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 - Podlesie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18956475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2331,75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2331,75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 - Ogrody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14835491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4772,25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4772,25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 - Wieś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3079211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5412,75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5412,75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Węlgeszyn - Łopata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04521669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6398,25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6398,25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 - Zakrzów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05934922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1646,25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1646,25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Lipno - Zalesie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17188733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4147,50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4147,50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 79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20447917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3703,50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3703,50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 34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20138146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4002,00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4002,00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Lipno k/szkoły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18464353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2104,50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2104,50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Rzeszówek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05740260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2040,75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2040,75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Rzeszówek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03185992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1718,25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1718,25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Mokra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19943854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1157,25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1157,25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Modrzewiowa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30537799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Kościelna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31373911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Pl. M.Reja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14709683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5673,00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5673,00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Kościelna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20151073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3192,75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3192,75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 k/szkoły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03087085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7614,75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7614,75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 k/gorzelni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15261795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8455,50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8455,50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Włoszczowska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10064045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2875,50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2875,50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 k/ośrodka zdrowia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15111546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5833,50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5833,50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Stawowa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27158162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1866,75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1866,75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Cmentarna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29203012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1869,75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1869,75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Brzozowa Leśna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30536249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2734,50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2734,50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Popowice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04869992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1263,00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1263,00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Popowice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31011818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0,2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382,50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382,50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Popowice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02945784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1717,50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1717,50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Popowice - Zasmuga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31024930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1815,00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1815,00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Tyniec Dzier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28776422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826,50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826,50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Tyniec Kolonia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20386209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3863,25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3863,25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Tyniec - wieś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20464226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1585,50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1585,50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Tyniec Gawrony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43508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85475315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1635,75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1635,75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Kanice Stare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43617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11788493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1409,25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1409,25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Zakrzów k/stawu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31011148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1372,50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1372,50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Zakrzów Wrona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30099466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21713213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1553,25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1553,25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Błogoszów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7055676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1452,75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1452,75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Błogoszów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30099518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1234,50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1234,50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Błogoszów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15008116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2021,25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2021,25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Błogoszów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6000272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2195,25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2195,25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Błogoszów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07954960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3216,75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3216,75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Błogoszów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4713631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1563,00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1563,00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Pawęzów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19518533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771,75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771,75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Pawęzów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13877995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639,00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639,00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Rzeszówek PGR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29267252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548,25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548,25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Rzeszówek - Serwitut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5241292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1509,00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1509,00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Pawęzów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 st. 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43629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30240069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2331,75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2331,75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134926,50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134926,50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Gmina Oksa, NIP 291 22 14 821, REGON 2911010435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Włoszczowska 22, 28-363 Oksa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4.2 Gmina Oksa - Pozostałe obiekty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01.04.2015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Kanice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08 0332 000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00223490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801,00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801,00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08 0338 000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00224615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1413,00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1413,00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Tyniec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08 0343 000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100,50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100,50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Ludowy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 - Dębina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08 0391 000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137,25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137,25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08 0391 000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261,75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08 0391 000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1031,25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1031,25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Błogoszów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08 0391 000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00223487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Rzeszówek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08 0391 000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00223489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93,75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93,75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Popowice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08 0391 000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00223485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283,50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283,50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Urzad Gminy - magazyn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Włoszczowska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08 0391 000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00140143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Tyniec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08 0391 000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226,50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226,50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Boisko Sportowe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Modrzewiowa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08 0974 000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00223939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Rembiechowa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52-10 219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00223484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1997,25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1997,25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52-10 220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00223940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1833,00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1833,00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administracyjny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Włoszczowska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22A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52-10 228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00223937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3807,75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3807,75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Urząd Gminy - biuro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Włoszczowska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52-10 230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00223942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6025,50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6025,50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Błogoszów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52-10 236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00224619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6435,75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6435,75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Zasilanie pomp Hydroforni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Włoszczowska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52-10 239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94638761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13146,00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13146,00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Stacja Wodociagowa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52-10 240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97725665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17362,13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17362,13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080391000 608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11544750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2391,75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1138,50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3530,25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Ujęcie Wody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23-1 090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1127073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10687,16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10687,16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68141,29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1138,50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69279,79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Przedszkole Samorządowe w Oksie, NIP 656 18 16 133, REGON 290005389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Jędrzejowska 16, 28-363 Oksa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4.3 Przedszkole Samorządowe w Oksie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01.04.2015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Przedszkole Samorządowe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Przedszkole Samorządowe w Oksie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Jedrzejowska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08 0391 000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00223346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Węgleszynie, NIP 656 23 01 951, REGON 001217316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Węgleszyn 51A, 28-363 Oksa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4.4 Szkoła Podstawowa w Węgleszynie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01.04.2015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 Węgleszyn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Węgleszyn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80488000608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2333,33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2333,33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2333,33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Zespoł Placowek Oświatowych w Oksie, NIP 656 23 01 974, REGON 260167655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Pl. M. Reja 19, 28-363 Oksa</w:t>
            </w:r>
          </w:p>
        </w:tc>
      </w:tr>
      <w:tr w:rsidR="005568EF" w:rsidRPr="00B03F00" w:rsidTr="00B03F00">
        <w:trPr>
          <w:trHeight w:val="315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4.5 Zespoł Placowek Oświatowych w Oksie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01.04.2015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01.04.2015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ZPO Oksa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Placówek Oświatowych w Oksie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Pl. M. Reja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Oksa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96837365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2015-04-01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75,00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  <w:t xml:space="preserve">GMINA IMIELNO 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Gmina Imielno, NIP 656 22 90 408,REGON 291010116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Cmentarna 7, 28-313 Imielno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5.1 Gmina Imielno - Oświetlenie Uliczne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Dzierszyn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31024779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10 558,00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10 558,00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Opatkowice-Kaweczyn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04887285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7 703,00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7 703,00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 Murowane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12375267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3 018,00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3 018,00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 Grudzyny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11938170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4 187,00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4 187,00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Opatkowice-Mierzwin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27685709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2 404,00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2 404,00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 Pojalowse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11994366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6 777,00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6 777,00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 Drewniane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4066067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3 655,00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3 655,00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Mierzwin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14547761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13 141,00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13 141,00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 Cysterskie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20785564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1 471,00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1 471,00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 Cysterskie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31011008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996,00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996,00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Sobowice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11938575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4 903,00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4 903,00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Sobowice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31449965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913,80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913,80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Sobowice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III3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11938577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1 437,00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1 437,00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30024938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8 383,00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8 383,00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00506115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3 627,00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3 627,00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27622135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3 403,00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3 403,00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27622155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809,00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809,00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Jakubów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26-400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Jakubów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11632925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1 605,00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Jakubów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5475702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1 649,00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1 649,00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Jakubów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11994282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1 761,00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1 761,00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Jakubów-Kolonia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IV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85914718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1 377,00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1 377,00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31021898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2 786,00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2 786,00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27622104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5 077,00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5 077,00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IV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31011842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2 222,00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2 222,00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V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31024790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3 205,00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3 205,00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28071068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945,00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945,00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27622138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711,00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711,00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Wygoda k/Motkowic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31024483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2 383,00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Wygoda k/Motkowic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31060827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11938414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2 689,00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2 689,00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27622117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2 179,00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2 179,00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27963898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640,10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640,10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Helenówka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11938566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2 387,00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2 387,00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Helenówka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4647980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1 801,00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1 801,00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Helenówka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11206233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1 721,00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1 721,00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Bełk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19938933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2 838,00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2 838,00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Bełk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29209488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704,30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704,30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Borszowice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432449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3 315,00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3 315,00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Borszowice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31011880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942,00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942,00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11938544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1 975,00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1 975,00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43-637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31024925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793,00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793,00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Rajchotka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43-677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11697970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1 894,00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1 894,00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Karczunek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43-678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11697938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2 004,00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2 004,00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Dalechowy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43-679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13880013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Dalechowy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43-679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04820756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1 925,00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1 925,00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Dalechowy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43-679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27141460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Dalechowy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43-679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03171815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1 790,00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132 597,20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132 597,20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Gmina Imielno, NIP 656 22 90 408,REGON 291010116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Cmentarna 7, 28-313 Imielno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5.2 Gmina Imielno - Pozostałe Obiekty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Stawy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08/6001/007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10228094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Borszowice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Borszowice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08/6013/008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15065887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Dalechowy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Dalechowy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08/7019/031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3418815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Dalechowy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Dalechowy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08/7019/031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14026055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Jakubów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Jakubów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08/7030/049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11633057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Przepompownia Wody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Helenówka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Helenówka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08/7036/022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2248262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5 032,00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5 032,00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Helenówka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Helenówka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08/7036/089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14552265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Mierzwin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Mierzwin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08/7411/024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13319452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 Murowane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08/8038/004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12249786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Sobowice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Sobowice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08/8039/041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3349937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Sobowice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Sobowice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08/8039/088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3260055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1 809,00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1 809,00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Grudzyny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Grudzyny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08/8042/026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6039049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08/8045/022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11900590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Budynek Urzędu Gminy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08/8047/024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12549703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20 133,00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20 133,00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Dzierszyn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Dzierszyn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08/8051/010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13835611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Budynek Mieszkalny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Zegartowice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Zegartowice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08/8413/003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28557091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Zegartowice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Zegartowice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08/8413/008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14552445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Hydrofornia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13-210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97723527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43 122,00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43 122,00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Zasilanie Hydroforni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13-365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97726332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1 416,92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1 416,92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Ujęcie Wody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 Murowane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13-424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95647683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49 461,00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49 461,00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Przepompownia Wody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Dalechowy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97724598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5 819,00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5 819,00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Remiza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08/6005/018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91238895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611,00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2 015,00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2 626,00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OSP-Remiza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08/8049/022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12856879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267,00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829,00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Urząd Gminy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Grudzyny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Grudzyny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08/8042/036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29697180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Imielno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Urząd Gminy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Grudzyny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Grudzyny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08/8042/036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29697180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131 838,92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2 282,00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134 069,92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Gminna Biblioteka Publiczna, NIP 656 22 43 277, REGON 260024022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Głowna 2, 28-313 Imielno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5.3 Gminna Biblioteka Publiczna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Gminna Biblioteka Publiczna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Biblioteka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Główna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080950000001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14852864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Gminna Biblioteka Publiczna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Biblioteka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Nadnidziańska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08/6007/081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20613204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93CDDD"/>
                <w:sz w:val="12"/>
                <w:szCs w:val="12"/>
              </w:rPr>
            </w:pPr>
            <w:r w:rsidRPr="00B03F00">
              <w:rPr>
                <w:rFonts w:ascii="Calibri" w:hAnsi="Calibri"/>
                <w:color w:val="93CDDD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2 051,00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2 051,00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Gminny Ośrodek Zdrowia, NIP 656 18 55 883,REGON 290035143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Cmentarna 5, 28-313 Imielno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5.4 Gminny Ośrodek Zdrowia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Gminny Ośrodek Zdrowia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Ośrodek Zdrowia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 Murowane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Opatkowice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080516000002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12889029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2 241,00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2 241,00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Gminny Ośrodek Zdrowia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Ośrodek Zdrowia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080516000003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30025811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5 926,00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5 926,00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8 167,00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8 167,00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Gminny Ośrodek Pomocy Społecznej w Imielnie, NIP 656 20 42 389, REGON 290664821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Cmentarna 6, 28-313 Imielno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5.5 Gminny Ośrodek Pomocy Społecznej w Imielnie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Gminny Ośrodek Pomocy Społecznej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Gminny Ośrodek Pomocy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ul. Cmentarna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080981000001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15231862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4 766,00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4 766,00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4 766,00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4 766,00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Gminny Zespół Obsługi Ekonomiczno Administracyjnej Szkół w Imielnie z siedzibą w Stawach, NIP 656 18 05 891,REGON 290639711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Stawy 10/2, 28-313 Imielno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5.6 Gminny Zespół Obsługi Ekonomiczno Administracyjnej Szkół w Imielnie z siedzibą w Stawach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Gminny Zespół Obsługi Ekonomiczno-Administracyjnej Szkół w Imielnie z Siedzibą w Stawach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GZOE-A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Stawy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10/2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Stawy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080002000017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12873464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6 400,00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6 400,00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6 400,00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6 400,00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Samorządowa Szkoła Podstawowa w Imielnie, NIP 656 20 47 613, REGON 000572305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Kościelna 3, 28-313 Imielno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5.7 Samorządowa Szkoła Podstawowa w Imielnie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Samorządówa Szkoła Podstawowa w Imielnie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Kościelna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Imielno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080457000002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00257336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18 336,00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18 336,00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18 336,00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18 336,00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Zespół Szkół w Mierzwinie, NIP 656 22 68 768, REGON 260180800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Mierzwin 11, 28-316 Mierzwin</w:t>
            </w:r>
          </w:p>
        </w:tc>
      </w:tr>
      <w:tr w:rsidR="005568EF" w:rsidRPr="00B03F00" w:rsidTr="00B03F00">
        <w:trPr>
          <w:trHeight w:val="315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5.8 Zespół Szkół w Mierzwinie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Zespól Szkół w Mierzwinie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Mierzwin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Mierzwin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080417000001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14389788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14 335,00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14 335,00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14 335,00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14 335,00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Samorządowa Szkoła Podstawowa w Motkowicach, NIP 656 20 47 607, REGON 001215760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Szkolna 1, 28-313 Motkowice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5.9 Samorządowa Szkoła Podstawowa w Motkowicach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Samorządowa Szkoła Podstawowa w Motkowicach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ul. Szkolna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Motkowice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080210000002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8904853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13 164,00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13 164,00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13 164,00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13 164,00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  <w:t xml:space="preserve">GMINA MAŁOGOSZCZ  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Gmina Małogoszcz, NIP 656 22 18 144, REGON 000537415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Jaszowskiego 3A, 28-366 Małogoszcz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6.1 Gmina Małogoszcz - Oświetlenie Uliczne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Konarskiego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617157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1 442,77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3 420,00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4 862,77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33B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617224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2 444,31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5 837,54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8 281,85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Konarskiego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617219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1 284,92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3 032,31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4 317,23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Warszawska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2 202,46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5 362,15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7 564,62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Jaszowskiego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33-416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617225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3 640,62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8 292,00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11 932,62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Chęcińska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33-417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617229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1 499,08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3 514,15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5 013,23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33-418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1 526,77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3 734,77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5 261,54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11-ego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617232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633,23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873,23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Plac T. Kościuszki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00339500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12 216,00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30 654,00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42 870,00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Osiedle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33-421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90911133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10 238,77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22 387,38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32 626,15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Pustowujtówny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33-437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719024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1 248,00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2 848,62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4 096,62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Grochowska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617216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9 479,08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5 596,62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15 075,69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Chęcińska, Rynek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2 958,46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7 278,46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10 236,92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Warszawska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33-441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617217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2 141,54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5 326,15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7 467,69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33-442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614376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3 150,00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4 230,00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33-443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614188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534,00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1 374,00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1 908,00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33-444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1 566,00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4 944,00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6 510,00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33-445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1 170,00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3 360,00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4 530,00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33-446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516535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948,00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2 910,00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3 858,00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33-447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614375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1 140,00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3 438,00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4 578,00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33-448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516551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1 284,00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3 768,00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5 052,00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Henryków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Henryków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33-449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516547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4 470,00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5 790,00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617235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984,00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3 168,00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4 152,00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534,00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726,00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Mieronice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Mieronice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614186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2 202,00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5 484,00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7 686,00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Mieronice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Mieronice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614372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3 168,00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8 934,00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12 102,00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Mieronice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Mieronice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614368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7 806,00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11 166,00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Lasochów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Lasochów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516542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1 272,00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1 608,00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Lasochów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Lasochów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516548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984,00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3 378,00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4 362,00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Wiśnicz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Wiśnicz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719026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786,00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1 098,00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Wiśnicz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Wiśnicz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1 332,00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3 558,00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4 890,00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Wiśnicz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Wiśnicz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33-459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516539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2 382,00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6 942,00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9 324,00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Karsznice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Karsznice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718519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Karsznice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Karsznice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33-461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1 572,00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5 022,00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6 594,00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33-462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614374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948,00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2 550,00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3 498,00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614179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636,00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2 004,00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33-464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516543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762,00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1 044,00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314377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7 794,00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17 670,00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25 464,00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654,00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2 100,00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2 754,00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33-467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516536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642,00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1 734,00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2 376,00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33-468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617158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1 872,00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5 304,00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7 176,00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3 834,00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10 104,00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13 938,00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33-470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617168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1 866,00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5 346,00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7 212,00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33-471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516540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1 740,00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5 004,00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6 744,00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Plac T. Kościuszki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33-472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00258390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7 470,54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4 387,46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11 858,00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Chęcińska 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33-477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617227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1 959,69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4 776,00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6 735,69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33-485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840,00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2 298,00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3 138,00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33-486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720208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1 200,00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1 668,00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33-487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614196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1 164,00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4 182,00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5 346,00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33-488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1 248,00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3 210,00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4 458,00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33-489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614192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714,00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2 022,00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2 736,00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33-490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614367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612,00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1 812,00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2 424,00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33-491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1 518,00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4 092,00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5 610,00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33-492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614183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1 902,00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5 922,00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7 824,00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33-493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616945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3 162,00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9 120,00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12 282,00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Wygnanów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Wygnanów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1 014,00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3 240,00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4 254,00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Wygnanów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Wygnanów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33-495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614366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1 968,00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5 544,00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7 512,00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Wola Tesserowa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Wola Tesserowa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33-496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516534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1 728,00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5 340,00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7 068,00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Wola Tesserowa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Wola Tesserowa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33-497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516550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1 692,00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5 148,00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6 840,00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33-498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1 728,00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4 752,00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6 480,00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348,00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468,00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Karsznice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Karsznice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614359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1 218,00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3 396,00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4 614,00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Chęcińska II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2 101,85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4 869,23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6 971,08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Ludwinów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Ludwinów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516538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2 976,00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9 216,00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12 192,00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Ludwinów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Ludwinów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516532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918,00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33-507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1 146,00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3 138,00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4 284,00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614184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1 896,00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5 538,00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7 434,00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614371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1 800,00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5 046,00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6 846,00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614190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2 346,00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6 792,00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9 138,00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614187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678,00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1 914,00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2 592,00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33-529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00143026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648,00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1 806,00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2 454,00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33-531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516544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1 092,00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3 234,00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4 326,00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897373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1 926,00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5 322,00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7 248,00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33-535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617234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1 722,00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4 344,00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6 066,00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33-537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617230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2 508,00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7 842,00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10 350,00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33-538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588,00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1 674,00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2 262,00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1 704,00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4 326,00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6 030,00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33-541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774,00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1 956,00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2 730,00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Kopaniny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Kopaniny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33-542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617228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1 074,00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2 850,00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3 924,00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33-543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516392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1 812,00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5 328,00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7 140,00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Oświetlenie Uliczne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Rynek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33-768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617220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9 324,00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19 896,00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29 220,00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165 632,85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401 592,08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567 224,92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Dom Kultury, NIP 656 18 56 032, REGON 290016619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 Listopada 17, 28-366 Małogoszcz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6.2 Dom Kultury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Kultury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Siłownia Kulturystyczna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Osiedle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080515000003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97724550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2 118,00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2 118,00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Kultury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Kultury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97726089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22 629,75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18 515,25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41 145,00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24 747,75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18 515,25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43 263,00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Gmina Małogoszcz, NIP 656 22 18 144, REGON 000537415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Jaszowskiego 3A, 28-366 Małogoszcz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6.3 Gmina Małogoszcz - Pozostałe Obiekty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- Ramiza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Lipnica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33-427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1 226,00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1 226,00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- Ramiza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Karsznice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Karsznice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33-428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00258384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694,00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694,00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Wiejski Dom Ludowy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Mniszek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33-429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296,00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Ludowy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Lasochów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Lasochów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00224581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474,00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474,00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- Ramiza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Ludwinów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Ludwinów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33-438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00223404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924,00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924,00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080005000058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7889391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3 277,33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3 277,33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Ludowy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00258391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4 303,20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3 520,80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7 824,00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-Remiza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Wola Tesserowa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Wola Tesserowa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33-424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00258387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1 279,30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1 046,70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2 326,00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- Ramiza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33-425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00258386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1 463,00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1 197,00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2 660,00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- Ramiza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Wiśnicz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Wiśnicz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33-426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1 426,70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1 167,30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2 594,00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33-431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00224574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1 307,90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1 070,10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2 378,00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33-434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00342247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5 970,80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4 885,20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10 856,00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Młodego Rolnika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 Małe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 Małe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33-435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00224573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1 777,60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1 454,40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3 232,00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Ochotnicz Straż Pożarna - Remiza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180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33-436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00223407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5 511,00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4 509,00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10 020,00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Ludowy OSP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33-432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00224578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4 818,00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2 398,00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7 216,00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Dom Ludowy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Mieronice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Mieronice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33-433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00224582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C12b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2 124,00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792,00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2 916,00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Pozostałe Obiekty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Jaszowskiego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33-551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97725623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48,0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60 485,70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60 485,70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Gmina Małogoszcz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Mieszkanie Rotacyjne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10/1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080005000060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61264492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1 260,00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1 260,00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98 618,53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22 040,50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120 659,03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Miejsko Gminny Zespół Ekonomiczno-Administracyjny , NIP 656 15 40 837, REGON 290679685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Jaszowskiego 3A, 28-366 Małogoszcz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6.4 Miejsko Gminny Zespół Ekonomiczno-Administracyjny Szkół w Małogoszczu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 Gminny Zespół Ekonomiczno-Administracyjny Szkół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182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080362000001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15320056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18 277,50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18 277,50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 Gminny Zespół Ekonomiczno-Administracyjny Szkół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13-265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01127074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80 652,00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80 652,00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 Gminny Zespół Ekonomiczno-Administracyjny Szkół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Przedszkole Publiczne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33-518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00223408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3 293,40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2 694,60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5 988,00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 Gminny Zespół Ekonomiczno-Administracyjny Szkół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Przedszkole Publiczne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Osiedle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10 832,80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8 863,20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19 696,00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 Gminny Zespół Ekonomiczno-Administracyjny Szkół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33-523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00223403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4 594,70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3 759,30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8 354,00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 Gminny Zespół Ekonomiczno-Administracyjny Szkół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Żarczyce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33-525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00258383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7 057,60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5 774,40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12 832,00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124 708,00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21 091,50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145 799,50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Miejsko Gminny Zespół Ośrodków Zdrowia, NIP 656 18 56 026, REGON 290411304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Jaszowskiego 3, 28-366 Małogoszcz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6.5 Miejsko Gminny Zespół Ośrodków Zdrowia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 Gminny Zespół Ośrodków Zdrowia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Ośrodek Zdrowia Por. "D"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Jaszowskiego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33-527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00224576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1 186,50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1 186,50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 Gminny Zespół Ośrodków Zdrowia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Ośrodek Zdrowia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00141231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145,50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145,50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 Gminny Zespół Ośrodków Zdrowia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Ośrodek Zdrowia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33-528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00342256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8 619,60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7 052,40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15 672,00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Miejsko Gminny Zespół Ośrodków Zdrowia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Ośrodek Zdrowia Por. "O"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Jaszowskiego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33-532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00258389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8 251,65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6 751,35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15 003,00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18 203,25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13 803,75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32 007,00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Szkoła Podstawowa w Rembieszycach, NIP 656 15 42 517, REGON 1217552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Rembieszyce 10, 28-366 Małogoszcz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6.6 Szkoła Podstawowa w Rembieszycach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 Rembieszyce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95648071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10 703,06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8 757,05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19 460,10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10 703,06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8 757,05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19 460,10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Zakład Gospodarki Komunalnej i Mieszkaniowej, NIP 656 10 04 702, REGON 290613539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Osiedle 1A, 28-366 Małogoszcz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6.7 Zakład Gospodarki Komunalnej i Mieszkaniowej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Świetlica Środowiskowa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Wygnanów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Wygnanów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08/6109/115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10201089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Przepompownia Ścieków P2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Dz. 249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08/6164/155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15111575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242,00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Przepompownia Ścieków P3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Dz. 458/3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08/6164/156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15111193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16,0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331,00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331,00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Plac Budowy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08/8364/119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30831000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679,00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679,00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Stacja Wodociągowa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Sabianów-Konarskiego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33-474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00258385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1 992,00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1 992,00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Przepompownia P2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Bocheniec-Folwark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Bocheniec-Folwark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95759144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785,00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785,00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Przepompownia Ścieków P1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Dz. 258/4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Zakrucze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08/7174/097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15111034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16,0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2 540,00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2 540,00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Przepompownia Ścieków P3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Bocheniec-Dołki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Bocheniec-Dołki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95759145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2 282,50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1 867,50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4 150,00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Pompownia Wodociągowa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 Hektary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00342251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1 723,70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1 410,30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3 134,00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Przepompownia Ścieków (Obok Stadionu)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Jaszowskiego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95647688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70 917,00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58 023,00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128 940,00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Biuro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Osiedle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00258382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4 169,00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3 411,00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7 580,00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Przepompownia Ścieków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50066822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2 199,45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1 799,55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3 999,00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Hydrofornia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Kozłów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33-516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96205249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39 723,75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32 501,25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72 225,00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Przepompownia OW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33-517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95759146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2 300,10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1 881,90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4 182,00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Wodociąg Wiejski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Bocheniec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33-526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97726088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15 343,35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12 553,65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27 897,00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Ujście Wody (Pompy Wodne)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Leśnica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33-473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94639166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213 304,00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213 304,00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Klatka Schodowa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Wygnanów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Wygnanów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08/6109/064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14139150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16,0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Socjalny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08/6113/113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29570460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16,0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752,00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752,00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Pozostałe Obiekty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Rembieszyce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08/8364/079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30477778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1 809,00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1 809,00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Ośrodek Zdrowia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Jaszowskiego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080375000004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19637625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4,0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288,00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Zakład Gospodarki Komunalnej i Mieszkaniowej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ZGKiM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 - Blok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080375000032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13643449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G11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32,0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1 308,00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1 308,00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363 100,85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113 448,15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476 549,00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Zespół Placówek Oświatowych z Złotnikach, NIP 656 18 57 681, REGON 001217581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Złotniki 66A, 28-366 Małogoszcz</w:t>
            </w:r>
          </w:p>
        </w:tc>
      </w:tr>
      <w:tr w:rsidR="005568EF" w:rsidRPr="00B03F00" w:rsidTr="00B03F00">
        <w:trPr>
          <w:trHeight w:val="315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6.8 Zespół Placówek Oświatowych z Złotnikach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Placówek Oświatowych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Szkoła Podstawowa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66A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33-534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96977384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14 906,10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12 195,90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27 102,00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Placówek Oświatowych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Świetlica (Zasilanie Stołówki)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66A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Złotniki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33-536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96837276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21 483,00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17 577,00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39 060,00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36 389,10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29 772,90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66 162,00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Zespół Szkół Ogólnokształcących, NIP 656 22 89 055, REGON 260042451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 Listopada 14B, 28-366 Małogoszcz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6.9 Zespół Szkół Ogólnokształcących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01.01.2015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01.01.2015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 Ogólnokształcących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Zespół Szkół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14B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Małogoszcz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33-522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94639259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C21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35,0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2015-01-01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kolejna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49 524,00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49 524,00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49 524,00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49 524,00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  <w:t xml:space="preserve">URZĄD SKARBOWY W JĘDRZEJOWIE 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Urząd Skarbowy w Jędrzejowie, NIP 656 15 09 000, REGON 290007448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11-go Listopada 33, 28-300 Jędrzejów</w:t>
            </w:r>
          </w:p>
        </w:tc>
      </w:tr>
      <w:tr w:rsidR="005568EF" w:rsidRPr="00B03F00" w:rsidTr="00B03F00">
        <w:trPr>
          <w:trHeight w:val="315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7.1 Urząd Skarbowy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01.08.2014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Urząd Skarbowy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Urząd Skarbowy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11-go Listopada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13-425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95308477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2014-08-01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6 725,61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6 725,61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6 725,61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6 725,61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31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i/>
                <w:iCs/>
                <w:color w:val="FFFFFF"/>
                <w:sz w:val="12"/>
                <w:szCs w:val="12"/>
              </w:rPr>
              <w:t xml:space="preserve">KOMENDA POWIATOWA PAŃSTWOWEJ STRAŻY POŻARNEJ W JĘDRZEJOWIE  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Szczegółowy Opis Przedmiotu Zamówienia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Komenda Powiatowa Państwowej Straży Pożarnej w Jędrzejowie, NIP 656 10 66 270, REGON 290707849</w:t>
            </w:r>
          </w:p>
        </w:tc>
      </w:tr>
      <w:tr w:rsidR="005568EF" w:rsidRPr="00B03F00" w:rsidTr="00B03F00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ul. Reymonta 5, 28-300 Jędrzejów</w:t>
            </w:r>
          </w:p>
        </w:tc>
      </w:tr>
      <w:tr w:rsidR="005568EF" w:rsidRPr="00B03F00" w:rsidTr="00B03F00">
        <w:trPr>
          <w:trHeight w:val="300"/>
        </w:trPr>
        <w:tc>
          <w:tcPr>
            <w:tcW w:w="463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B03F00">
              <w:rPr>
                <w:rFonts w:ascii="Calibri" w:hAnsi="Calibri"/>
                <w:b/>
                <w:bCs/>
                <w:sz w:val="12"/>
                <w:szCs w:val="12"/>
              </w:rPr>
              <w:t>8.1 Komenda Powiatowa Państwowej Straży Pożarnej w Jędrzejowie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5568EF" w:rsidRPr="00B03F00" w:rsidTr="00B03F00">
        <w:trPr>
          <w:trHeight w:val="27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l.p.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 xml:space="preserve">punkt odbioru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rodzaj punktu poboru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adres/ulica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kod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miejscowość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ewidencyjny/PPE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numer licznika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taryfa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nowa taryfa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moc umowna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zabezpieczenie przedlicznikowe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termin wejścia zamówienia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zmiana sprzedawcy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II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szacowane zużycie energii [kWh] w okresie od 01.08.2014 r. do 31.12.2015 r.  Strefa III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suma szacowanego zużycia energii [kWh] w okresie od 01.08.2014 r. do 31.12.2015 r.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nazwa OSD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Komenda Powiatowa Państwowej Straży Pożarnej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Budowa Strażnicy PSP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Sportowa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Sędziszów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08/7179/037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12990802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2014-08-01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31 011,40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31 011,40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Komenda Powiatowa Państwowej Straży Pożarnej w Jędrzejowie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Budynek Straży Pożarnej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Reymonta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28-300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Jędrzejów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13-552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95308210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C12a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30,0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63,0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2014-08-01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pierwsza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7 539,78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7 539,78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PGE Dystrybucja S.A.</w:t>
            </w:r>
          </w:p>
        </w:tc>
      </w:tr>
      <w:tr w:rsidR="005568EF" w:rsidRPr="00B03F00" w:rsidTr="00B03F00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03F00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38 551,18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color w:val="FFFFFF"/>
                <w:sz w:val="12"/>
                <w:szCs w:val="12"/>
              </w:rPr>
            </w:pPr>
            <w:r w:rsidRPr="00B03F00">
              <w:rPr>
                <w:rFonts w:ascii="Calibri" w:hAnsi="Calibri"/>
                <w:color w:val="FFFFFF"/>
                <w:sz w:val="12"/>
                <w:szCs w:val="12"/>
              </w:rPr>
              <w:t>38 551,18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5568EF" w:rsidRPr="00B03F00" w:rsidRDefault="005568EF" w:rsidP="00CD3FE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B03F00">
              <w:rPr>
                <w:rFonts w:ascii="Calibri" w:hAnsi="Calibri"/>
                <w:sz w:val="12"/>
                <w:szCs w:val="12"/>
              </w:rPr>
              <w:t> </w:t>
            </w:r>
          </w:p>
        </w:tc>
      </w:tr>
    </w:tbl>
    <w:p w:rsidR="005568EF" w:rsidRDefault="005568EF" w:rsidP="00704F70">
      <w:pPr>
        <w:pStyle w:val="Header"/>
        <w:rPr>
          <w:rFonts w:ascii="Calibri" w:hAnsi="Calibri"/>
        </w:rPr>
      </w:pPr>
    </w:p>
    <w:p w:rsidR="005568EF" w:rsidRDefault="005568EF" w:rsidP="00704F70">
      <w:pPr>
        <w:pStyle w:val="Header"/>
        <w:rPr>
          <w:rFonts w:ascii="Calibri" w:hAnsi="Calibri"/>
        </w:rPr>
      </w:pPr>
    </w:p>
    <w:p w:rsidR="005568EF" w:rsidRDefault="005568EF" w:rsidP="00704F70"/>
    <w:p w:rsidR="005568EF" w:rsidRDefault="005568EF" w:rsidP="00704F70"/>
    <w:p w:rsidR="005568EF" w:rsidRPr="00B14C76" w:rsidRDefault="005568EF" w:rsidP="006B004F">
      <w:pPr>
        <w:spacing w:line="360" w:lineRule="auto"/>
        <w:rPr>
          <w:rFonts w:ascii="Arial" w:hAnsi="Arial" w:cs="Arial"/>
          <w:sz w:val="20"/>
          <w:szCs w:val="20"/>
        </w:rPr>
      </w:pPr>
      <w:r w:rsidRPr="007770DC">
        <w:rPr>
          <w:rFonts w:ascii="Calibri" w:hAnsi="Calibri"/>
          <w:sz w:val="22"/>
          <w:szCs w:val="22"/>
        </w:rPr>
        <w:t xml:space="preserve">Szacunkowe zapotrzebowanie energii elektrycznej dla powyższych obiektów </w:t>
      </w:r>
      <w:r>
        <w:rPr>
          <w:rFonts w:ascii="Calibri" w:hAnsi="Calibri"/>
          <w:b/>
          <w:sz w:val="22"/>
          <w:szCs w:val="22"/>
        </w:rPr>
        <w:t>w okresie od 01.05.2014 r. do 31.12.2015</w:t>
      </w:r>
      <w:r w:rsidRPr="007770DC">
        <w:rPr>
          <w:rFonts w:ascii="Calibri" w:hAnsi="Calibri"/>
          <w:b/>
          <w:sz w:val="22"/>
          <w:szCs w:val="22"/>
        </w:rPr>
        <w:t xml:space="preserve"> r. wynosi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 xml:space="preserve">8 278 674,36 </w:t>
      </w:r>
      <w:r w:rsidRPr="007770DC">
        <w:rPr>
          <w:rFonts w:ascii="Calibri" w:hAnsi="Calibri"/>
          <w:b/>
          <w:sz w:val="22"/>
          <w:szCs w:val="22"/>
        </w:rPr>
        <w:t>kWh.</w:t>
      </w:r>
    </w:p>
    <w:p w:rsidR="005568EF" w:rsidRPr="00B14C76" w:rsidRDefault="005568EF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5568EF" w:rsidRPr="00B14C76" w:rsidSect="00CA1BDC">
      <w:footerReference w:type="default" r:id="rId6"/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8EF" w:rsidRDefault="005568EF">
      <w:r>
        <w:separator/>
      </w:r>
    </w:p>
  </w:endnote>
  <w:endnote w:type="continuationSeparator" w:id="0">
    <w:p w:rsidR="005568EF" w:rsidRDefault="00556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8EF" w:rsidRPr="002429E5" w:rsidRDefault="005568EF" w:rsidP="00704F70">
    <w:pPr>
      <w:pStyle w:val="Header"/>
      <w:jc w:val="center"/>
      <w:rPr>
        <w:rFonts w:ascii="Calibri" w:hAnsi="Calibri"/>
        <w:sz w:val="22"/>
        <w:szCs w:val="22"/>
      </w:rPr>
    </w:pPr>
    <w:r w:rsidRPr="002429E5">
      <w:rPr>
        <w:rFonts w:ascii="Calibri" w:hAnsi="Calibri"/>
        <w:sz w:val="22"/>
        <w:szCs w:val="22"/>
      </w:rPr>
      <w:t>Zał</w:t>
    </w:r>
    <w:r>
      <w:rPr>
        <w:rFonts w:ascii="Calibri" w:hAnsi="Calibri"/>
        <w:sz w:val="22"/>
        <w:szCs w:val="22"/>
      </w:rPr>
      <w:t>ącznik nr 1 do SIWZ</w:t>
    </w:r>
  </w:p>
  <w:p w:rsidR="005568EF" w:rsidRDefault="005568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8EF" w:rsidRDefault="005568EF">
      <w:r>
        <w:separator/>
      </w:r>
    </w:p>
  </w:footnote>
  <w:footnote w:type="continuationSeparator" w:id="0">
    <w:p w:rsidR="005568EF" w:rsidRDefault="005568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F70"/>
    <w:rsid w:val="00053CA6"/>
    <w:rsid w:val="00091001"/>
    <w:rsid w:val="000D1530"/>
    <w:rsid w:val="000E2D01"/>
    <w:rsid w:val="000F735C"/>
    <w:rsid w:val="0012734E"/>
    <w:rsid w:val="00130CE4"/>
    <w:rsid w:val="00140234"/>
    <w:rsid w:val="00140B62"/>
    <w:rsid w:val="00160818"/>
    <w:rsid w:val="00162AB7"/>
    <w:rsid w:val="001742FA"/>
    <w:rsid w:val="001D0239"/>
    <w:rsid w:val="001E4EC9"/>
    <w:rsid w:val="002112CC"/>
    <w:rsid w:val="002429E5"/>
    <w:rsid w:val="00263971"/>
    <w:rsid w:val="002C3D03"/>
    <w:rsid w:val="002D6ACE"/>
    <w:rsid w:val="002D7A62"/>
    <w:rsid w:val="00360BDB"/>
    <w:rsid w:val="00390B21"/>
    <w:rsid w:val="003953EB"/>
    <w:rsid w:val="003C26F4"/>
    <w:rsid w:val="00422294"/>
    <w:rsid w:val="0045773F"/>
    <w:rsid w:val="004D4676"/>
    <w:rsid w:val="0052389E"/>
    <w:rsid w:val="005568EF"/>
    <w:rsid w:val="005F25E4"/>
    <w:rsid w:val="005F7739"/>
    <w:rsid w:val="00673CD4"/>
    <w:rsid w:val="006A1C15"/>
    <w:rsid w:val="006B004F"/>
    <w:rsid w:val="006C0075"/>
    <w:rsid w:val="006D331E"/>
    <w:rsid w:val="006F36E4"/>
    <w:rsid w:val="00703506"/>
    <w:rsid w:val="00704F70"/>
    <w:rsid w:val="00732216"/>
    <w:rsid w:val="00750AB5"/>
    <w:rsid w:val="00762643"/>
    <w:rsid w:val="007770DC"/>
    <w:rsid w:val="00802EC2"/>
    <w:rsid w:val="00874C4F"/>
    <w:rsid w:val="00882E9A"/>
    <w:rsid w:val="0089326F"/>
    <w:rsid w:val="008C17C0"/>
    <w:rsid w:val="008C68F6"/>
    <w:rsid w:val="008E3B39"/>
    <w:rsid w:val="009F0ADA"/>
    <w:rsid w:val="00A07F6A"/>
    <w:rsid w:val="00A1483D"/>
    <w:rsid w:val="00A71406"/>
    <w:rsid w:val="00A77889"/>
    <w:rsid w:val="00A77ADA"/>
    <w:rsid w:val="00AE22E9"/>
    <w:rsid w:val="00AF3F68"/>
    <w:rsid w:val="00B03F00"/>
    <w:rsid w:val="00B14C76"/>
    <w:rsid w:val="00B33846"/>
    <w:rsid w:val="00B75BFA"/>
    <w:rsid w:val="00C95D52"/>
    <w:rsid w:val="00C97A64"/>
    <w:rsid w:val="00CA1BDC"/>
    <w:rsid w:val="00CD3FE6"/>
    <w:rsid w:val="00D771A1"/>
    <w:rsid w:val="00D9438C"/>
    <w:rsid w:val="00DA61BC"/>
    <w:rsid w:val="00E53677"/>
    <w:rsid w:val="00EC5802"/>
    <w:rsid w:val="00F06480"/>
    <w:rsid w:val="00F3044F"/>
    <w:rsid w:val="00F37173"/>
    <w:rsid w:val="00F83E0C"/>
    <w:rsid w:val="00FC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7C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04F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6C6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4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6C6C"/>
    <w:rPr>
      <w:sz w:val="24"/>
      <w:szCs w:val="24"/>
    </w:rPr>
  </w:style>
  <w:style w:type="paragraph" w:customStyle="1" w:styleId="xl74">
    <w:name w:val="xl74"/>
    <w:basedOn w:val="Normal"/>
    <w:uiPriority w:val="99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yperlink">
    <w:name w:val="Hyperlink"/>
    <w:basedOn w:val="DefaultParagraphFont"/>
    <w:uiPriority w:val="99"/>
    <w:rsid w:val="00882E9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3FE6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76">
    <w:name w:val="xl76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78">
    <w:name w:val="xl78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9">
    <w:name w:val="xl79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80">
    <w:name w:val="xl80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81">
    <w:name w:val="xl81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83">
    <w:name w:val="xl83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84">
    <w:name w:val="xl84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85">
    <w:name w:val="xl85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xl86">
    <w:name w:val="xl86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1">
    <w:name w:val="xl101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06">
    <w:name w:val="xl106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12">
    <w:name w:val="xl112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13">
    <w:name w:val="xl113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22">
    <w:name w:val="xl122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23">
    <w:name w:val="xl123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24">
    <w:name w:val="xl124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93CDDD"/>
    </w:rPr>
  </w:style>
  <w:style w:type="paragraph" w:customStyle="1" w:styleId="xl127">
    <w:name w:val="xl127"/>
    <w:basedOn w:val="Normal"/>
    <w:uiPriority w:val="99"/>
    <w:rsid w:val="00CD3F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28">
    <w:name w:val="xl128"/>
    <w:basedOn w:val="Normal"/>
    <w:uiPriority w:val="99"/>
    <w:rsid w:val="00CD3F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29">
    <w:name w:val="xl129"/>
    <w:basedOn w:val="Normal"/>
    <w:uiPriority w:val="99"/>
    <w:rsid w:val="00CD3F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130">
    <w:name w:val="xl130"/>
    <w:basedOn w:val="Normal"/>
    <w:uiPriority w:val="99"/>
    <w:rsid w:val="00CD3F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131">
    <w:name w:val="xl131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2">
    <w:name w:val="xl132"/>
    <w:basedOn w:val="Normal"/>
    <w:uiPriority w:val="99"/>
    <w:rsid w:val="00CD3FE6"/>
    <w:pPr>
      <w:shd w:val="clear" w:color="000000" w:fill="FFFFFF"/>
      <w:spacing w:before="100" w:beforeAutospacing="1" w:after="100" w:afterAutospacing="1"/>
    </w:pPr>
  </w:style>
  <w:style w:type="paragraph" w:customStyle="1" w:styleId="xl133">
    <w:name w:val="xl133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5">
    <w:name w:val="xl135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6">
    <w:name w:val="xl136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1">
    <w:name w:val="xl141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b/>
      <w:bCs/>
      <w:i/>
      <w:iCs/>
      <w:color w:val="FFFFFF"/>
    </w:rPr>
  </w:style>
  <w:style w:type="paragraph" w:customStyle="1" w:styleId="xl142">
    <w:name w:val="xl142"/>
    <w:basedOn w:val="Normal"/>
    <w:uiPriority w:val="99"/>
    <w:rsid w:val="00CD3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Normal"/>
    <w:uiPriority w:val="99"/>
    <w:rsid w:val="00CD3FE6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Normal"/>
    <w:uiPriority w:val="99"/>
    <w:rsid w:val="00CD3FE6"/>
    <w:pP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Normal"/>
    <w:uiPriority w:val="99"/>
    <w:rsid w:val="00CD3FE6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Normal"/>
    <w:uiPriority w:val="99"/>
    <w:rsid w:val="00CD3FE6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0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61</Pages>
  <Words>26494</Words>
  <Characters>-32766</Characters>
  <Application>Microsoft Office Outlook</Application>
  <DocSecurity>0</DocSecurity>
  <Lines>0</Lines>
  <Paragraphs>0</Paragraphs>
  <ScaleCrop>false</ScaleCrop>
  <Company>NewPower Sp z o.o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Newpower</dc:creator>
  <cp:keywords/>
  <dc:description/>
  <cp:lastModifiedBy>Marcin</cp:lastModifiedBy>
  <cp:revision>5</cp:revision>
  <dcterms:created xsi:type="dcterms:W3CDTF">2014-02-21T09:57:00Z</dcterms:created>
  <dcterms:modified xsi:type="dcterms:W3CDTF">2014-02-25T14:54:00Z</dcterms:modified>
</cp:coreProperties>
</file>