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5B2" w:rsidRPr="00FC2912" w:rsidRDefault="00CE55B2" w:rsidP="00AE43BC">
      <w:pPr>
        <w:tabs>
          <w:tab w:val="num" w:pos="426"/>
        </w:tabs>
        <w:spacing w:before="120"/>
        <w:jc w:val="right"/>
        <w:rPr>
          <w:b/>
          <w:bCs/>
        </w:rPr>
      </w:pPr>
      <w:r>
        <w:rPr>
          <w:b/>
          <w:bCs/>
        </w:rPr>
        <w:t>Z</w:t>
      </w:r>
      <w:r w:rsidRPr="00FC2912">
        <w:rPr>
          <w:b/>
          <w:bCs/>
        </w:rPr>
        <w:t>ał. Nr 1</w:t>
      </w:r>
    </w:p>
    <w:p w:rsidR="00CE55B2" w:rsidRPr="00FC2912" w:rsidRDefault="00CE55B2" w:rsidP="00F144D5">
      <w:pPr>
        <w:tabs>
          <w:tab w:val="left" w:pos="142"/>
        </w:tabs>
        <w:jc w:val="right"/>
        <w:rPr>
          <w:b/>
          <w:bCs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71.05pt;margin-top:27.15pt;width:310.75pt;height:59.85pt;z-index:251658240" wrapcoords="-52 -270 -52 21330 21652 21330 21652 -270 -52 -270" o:allowincell="f" fillcolor="silver">
            <v:textbox style="mso-next-textbox:#_x0000_s1026">
              <w:txbxContent>
                <w:p w:rsidR="00CE55B2" w:rsidRDefault="00CE55B2" w:rsidP="00AE43BC">
                  <w:pPr>
                    <w:jc w:val="center"/>
                    <w:rPr>
                      <w:b/>
                      <w:bCs/>
                      <w:sz w:val="8"/>
                      <w:szCs w:val="8"/>
                    </w:rPr>
                  </w:pPr>
                </w:p>
                <w:p w:rsidR="00CE55B2" w:rsidRDefault="00CE55B2" w:rsidP="00AE43BC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</w:p>
                <w:p w:rsidR="00CE55B2" w:rsidRDefault="00CE55B2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 w:rsidRPr="00AE43BC">
                    <w:rPr>
                      <w:b/>
                      <w:bCs/>
                      <w:sz w:val="36"/>
                      <w:szCs w:val="36"/>
                    </w:rPr>
                    <w:t xml:space="preserve">O F E R T A </w:t>
                  </w:r>
                  <w:r>
                    <w:rPr>
                      <w:b/>
                      <w:bCs/>
                      <w:sz w:val="36"/>
                      <w:szCs w:val="36"/>
                    </w:rPr>
                    <w:t>(część 1 zamówienia)</w:t>
                  </w:r>
                </w:p>
                <w:p w:rsidR="00CE55B2" w:rsidRDefault="00CE55B2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</w:p>
                <w:p w:rsidR="00CE55B2" w:rsidRDefault="00CE55B2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</w:p>
                <w:p w:rsidR="00CE55B2" w:rsidRDefault="00CE55B2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</w:p>
                <w:p w:rsidR="00CE55B2" w:rsidRPr="00AE43BC" w:rsidRDefault="00CE55B2" w:rsidP="00AE43B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</w:p>
                <w:p w:rsidR="00CE55B2" w:rsidRPr="002F6D95" w:rsidRDefault="00CE55B2" w:rsidP="00AE43BC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7" type="#_x0000_t202" style="position:absolute;left:0;text-align:left;margin-left:9.2pt;margin-top:27.15pt;width:163.85pt;height:59.85pt;z-index:251657216" wrapcoords="-99 -270 -99 21330 21699 21330 21699 -270 -99 -270" o:allowincell="f">
            <v:textbox style="mso-next-textbox:#_x0000_s1027">
              <w:txbxContent>
                <w:p w:rsidR="00CE55B2" w:rsidRDefault="00CE55B2" w:rsidP="00AE43BC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CE55B2" w:rsidRDefault="00CE55B2" w:rsidP="00AE43BC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CE55B2" w:rsidRDefault="00CE55B2" w:rsidP="00AE43BC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CE55B2" w:rsidRDefault="00CE55B2" w:rsidP="00AE43BC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  <w:p w:rsidR="00CE55B2" w:rsidRDefault="00CE55B2" w:rsidP="00AE43BC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sz w:val="18"/>
                      <w:szCs w:val="18"/>
                    </w:rPr>
                    <w:t>(pieczęć Wykonawcy/Wykonawców)</w:t>
                  </w:r>
                </w:p>
              </w:txbxContent>
            </v:textbox>
            <w10:wrap type="tight"/>
          </v:shape>
        </w:pict>
      </w:r>
    </w:p>
    <w:p w:rsidR="00CE55B2" w:rsidRPr="00FC2912" w:rsidRDefault="00CE55B2" w:rsidP="0005537F">
      <w:pPr>
        <w:ind w:left="3780"/>
        <w:jc w:val="both"/>
        <w:rPr>
          <w:b/>
          <w:bCs/>
        </w:rPr>
      </w:pPr>
    </w:p>
    <w:p w:rsidR="00CE55B2" w:rsidRPr="00FC2912" w:rsidRDefault="00CE55B2" w:rsidP="0005537F">
      <w:pPr>
        <w:ind w:left="3780"/>
        <w:jc w:val="both"/>
        <w:rPr>
          <w:b/>
          <w:bCs/>
        </w:rPr>
      </w:pPr>
      <w:r w:rsidRPr="00FC2912">
        <w:rPr>
          <w:b/>
          <w:bCs/>
        </w:rPr>
        <w:t>Do</w:t>
      </w:r>
    </w:p>
    <w:p w:rsidR="00CE55B2" w:rsidRPr="00FC2912" w:rsidRDefault="00CE55B2" w:rsidP="0005537F">
      <w:pPr>
        <w:ind w:left="720" w:firstLine="3420"/>
        <w:jc w:val="both"/>
        <w:rPr>
          <w:b/>
          <w:bCs/>
        </w:rPr>
      </w:pPr>
      <w:r>
        <w:rPr>
          <w:b/>
          <w:bCs/>
        </w:rPr>
        <w:t>Zarząd Dróg Powiatowych</w:t>
      </w:r>
    </w:p>
    <w:p w:rsidR="00CE55B2" w:rsidRPr="00FC2912" w:rsidRDefault="00CE55B2" w:rsidP="0005537F">
      <w:pPr>
        <w:ind w:left="720" w:firstLine="3420"/>
        <w:jc w:val="both"/>
        <w:rPr>
          <w:b/>
          <w:bCs/>
        </w:rPr>
      </w:pPr>
      <w:r>
        <w:rPr>
          <w:b/>
          <w:bCs/>
        </w:rPr>
        <w:t>ul. Okrzei 83, 28-300 Jędrzejów</w:t>
      </w:r>
    </w:p>
    <w:p w:rsidR="00CE55B2" w:rsidRDefault="00CE55B2" w:rsidP="0005537F">
      <w:pPr>
        <w:pStyle w:val="PlainText"/>
        <w:tabs>
          <w:tab w:val="left" w:leader="dot" w:pos="9072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CE55B2" w:rsidRDefault="00CE55B2" w:rsidP="00AE02DF">
      <w:pPr>
        <w:pStyle w:val="PlainText"/>
        <w:tabs>
          <w:tab w:val="left" w:leader="dot" w:pos="9072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FC2912">
        <w:rPr>
          <w:rFonts w:ascii="Times New Roman" w:hAnsi="Times New Roman" w:cs="Times New Roman"/>
          <w:sz w:val="24"/>
          <w:szCs w:val="24"/>
        </w:rPr>
        <w:t xml:space="preserve">Nawiązując do </w:t>
      </w:r>
      <w:r>
        <w:rPr>
          <w:rFonts w:ascii="Times New Roman" w:hAnsi="Times New Roman" w:cs="Times New Roman"/>
          <w:sz w:val="24"/>
          <w:szCs w:val="24"/>
        </w:rPr>
        <w:t>ogłoszenia o</w:t>
      </w:r>
      <w:r w:rsidRPr="00FC2912">
        <w:rPr>
          <w:rFonts w:ascii="Times New Roman" w:hAnsi="Times New Roman" w:cs="Times New Roman"/>
          <w:sz w:val="24"/>
          <w:szCs w:val="24"/>
        </w:rPr>
        <w:t xml:space="preserve"> przetargu nieograniczonym na: </w:t>
      </w:r>
    </w:p>
    <w:p w:rsidR="00CE55B2" w:rsidRDefault="00CE55B2" w:rsidP="00AE02DF">
      <w:pPr>
        <w:rPr>
          <w:sz w:val="24"/>
          <w:szCs w:val="24"/>
          <w:u w:val="single"/>
        </w:rPr>
      </w:pPr>
      <w:r w:rsidRPr="003A5A4A">
        <w:rPr>
          <w:sz w:val="24"/>
          <w:szCs w:val="24"/>
        </w:rPr>
        <w:t xml:space="preserve">          </w:t>
      </w:r>
      <w:r w:rsidRPr="003A5A4A">
        <w:rPr>
          <w:sz w:val="24"/>
          <w:szCs w:val="24"/>
          <w:u w:val="single"/>
        </w:rPr>
        <w:t xml:space="preserve"> </w:t>
      </w:r>
    </w:p>
    <w:p w:rsidR="00CE55B2" w:rsidRPr="003A5A4A" w:rsidRDefault="00CE55B2" w:rsidP="00AE02DF">
      <w:pPr>
        <w:rPr>
          <w:sz w:val="24"/>
          <w:szCs w:val="24"/>
          <w:u w:val="single"/>
        </w:rPr>
      </w:pPr>
      <w:r w:rsidRPr="003A5A4A">
        <w:rPr>
          <w:sz w:val="24"/>
          <w:szCs w:val="24"/>
          <w:u w:val="single"/>
        </w:rPr>
        <w:t xml:space="preserve"> Część 1 zamówienia</w:t>
      </w:r>
      <w:r>
        <w:rPr>
          <w:sz w:val="24"/>
          <w:szCs w:val="24"/>
          <w:u w:val="single"/>
        </w:rPr>
        <w:t xml:space="preserve"> </w:t>
      </w:r>
    </w:p>
    <w:p w:rsidR="00CE55B2" w:rsidRPr="00AE02DF" w:rsidRDefault="00CE55B2" w:rsidP="00AE02DF">
      <w:pPr>
        <w:rPr>
          <w:b/>
          <w:sz w:val="24"/>
          <w:szCs w:val="24"/>
        </w:rPr>
      </w:pPr>
      <w:r w:rsidRPr="00AE02DF">
        <w:rPr>
          <w:b/>
          <w:bCs/>
          <w:color w:val="000000"/>
          <w:sz w:val="24"/>
          <w:szCs w:val="24"/>
        </w:rPr>
        <w:t xml:space="preserve">       </w:t>
      </w:r>
      <w:r w:rsidRPr="00AE02DF">
        <w:rPr>
          <w:b/>
          <w:bCs/>
          <w:color w:val="000000"/>
          <w:sz w:val="24"/>
          <w:szCs w:val="24"/>
        </w:rPr>
        <w:tab/>
      </w:r>
      <w:r w:rsidRPr="00AE02DF">
        <w:rPr>
          <w:b/>
          <w:sz w:val="24"/>
          <w:szCs w:val="24"/>
        </w:rPr>
        <w:t xml:space="preserve">Zakup paliwa do pojazdów i urządzeń będących </w:t>
      </w:r>
      <w:r>
        <w:rPr>
          <w:b/>
          <w:sz w:val="24"/>
          <w:szCs w:val="24"/>
        </w:rPr>
        <w:t>na wyposażeniu</w:t>
      </w:r>
      <w:r w:rsidRPr="00AE02DF">
        <w:rPr>
          <w:b/>
          <w:sz w:val="24"/>
          <w:szCs w:val="24"/>
        </w:rPr>
        <w:t xml:space="preserve"> Obwodu Drogowego </w:t>
      </w:r>
    </w:p>
    <w:p w:rsidR="00CE55B2" w:rsidRPr="00AE02DF" w:rsidRDefault="00CE55B2" w:rsidP="00AE02DF">
      <w:pPr>
        <w:rPr>
          <w:b/>
          <w:sz w:val="24"/>
          <w:szCs w:val="24"/>
        </w:rPr>
      </w:pPr>
      <w:r w:rsidRPr="00AE02DF">
        <w:rPr>
          <w:b/>
          <w:sz w:val="24"/>
          <w:szCs w:val="24"/>
        </w:rPr>
        <w:t xml:space="preserve">            w Wodzisławiu (Łany 1, 28-330 Wodzisław)</w:t>
      </w:r>
    </w:p>
    <w:p w:rsidR="00CE55B2" w:rsidRDefault="00CE55B2" w:rsidP="0005537F">
      <w:pPr>
        <w:pStyle w:val="PlainText"/>
        <w:tabs>
          <w:tab w:val="left" w:leader="dot" w:pos="9072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CE55B2" w:rsidRPr="00FC2912" w:rsidRDefault="00CE55B2" w:rsidP="0005537F">
      <w:pPr>
        <w:pStyle w:val="PlainText"/>
        <w:tabs>
          <w:tab w:val="left" w:leader="dot" w:pos="9072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FC2912">
        <w:rPr>
          <w:rFonts w:ascii="Times New Roman" w:hAnsi="Times New Roman" w:cs="Times New Roman"/>
          <w:sz w:val="24"/>
          <w:szCs w:val="24"/>
        </w:rPr>
        <w:t xml:space="preserve">MY NIŻEJ PODPISANI </w:t>
      </w:r>
    </w:p>
    <w:p w:rsidR="00CE55B2" w:rsidRPr="00FC2912" w:rsidRDefault="00CE55B2" w:rsidP="001D3BC2">
      <w:pPr>
        <w:pStyle w:val="PlainText"/>
        <w:tabs>
          <w:tab w:val="left" w:leader="dot" w:pos="9072"/>
        </w:tabs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E55B2" w:rsidRPr="00FC2912" w:rsidRDefault="00CE55B2" w:rsidP="001D3BC2">
      <w:pPr>
        <w:pStyle w:val="PlainText"/>
        <w:tabs>
          <w:tab w:val="left" w:leader="dot" w:pos="9072"/>
        </w:tabs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</w:p>
    <w:p w:rsidR="00CE55B2" w:rsidRPr="00FC2912" w:rsidRDefault="00CE55B2" w:rsidP="0005537F">
      <w:pPr>
        <w:pStyle w:val="PlainText"/>
        <w:tabs>
          <w:tab w:val="left" w:leader="dot" w:pos="9072"/>
        </w:tabs>
        <w:spacing w:before="120"/>
        <w:jc w:val="center"/>
        <w:rPr>
          <w:rFonts w:ascii="Times New Roman" w:hAnsi="Times New Roman" w:cs="Times New Roman"/>
        </w:rPr>
      </w:pPr>
      <w:r w:rsidRPr="00FC2912">
        <w:rPr>
          <w:rFonts w:ascii="Times New Roman" w:hAnsi="Times New Roman" w:cs="Times New Roman"/>
        </w:rPr>
        <w:t xml:space="preserve"> (nazwa (firma) dokładny adres Wykonawcy/Wykonawców)</w:t>
      </w:r>
    </w:p>
    <w:p w:rsidR="00CE55B2" w:rsidRDefault="00CE55B2" w:rsidP="00080A3F">
      <w:pPr>
        <w:pStyle w:val="PlainText"/>
        <w:numPr>
          <w:ilvl w:val="0"/>
          <w:numId w:val="14"/>
        </w:numPr>
        <w:tabs>
          <w:tab w:val="clear" w:pos="720"/>
        </w:tabs>
        <w:spacing w:before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C2912">
        <w:rPr>
          <w:rFonts w:ascii="Times New Roman" w:hAnsi="Times New Roman" w:cs="Times New Roman"/>
          <w:b/>
          <w:bCs/>
          <w:sz w:val="24"/>
          <w:szCs w:val="24"/>
        </w:rPr>
        <w:t>SKŁADAMY OFERTĘ</w:t>
      </w:r>
      <w:r w:rsidRPr="00FC2912">
        <w:rPr>
          <w:rFonts w:ascii="Times New Roman" w:hAnsi="Times New Roman" w:cs="Times New Roman"/>
          <w:sz w:val="24"/>
          <w:szCs w:val="24"/>
        </w:rPr>
        <w:t xml:space="preserve"> na wykonanie przedmiotu zamówienia w zakresie określonym </w:t>
      </w:r>
    </w:p>
    <w:p w:rsidR="00CE55B2" w:rsidRPr="00FC2912" w:rsidRDefault="00CE55B2" w:rsidP="001D3BC2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Pr="00FC2912">
        <w:rPr>
          <w:rFonts w:ascii="Times New Roman" w:hAnsi="Times New Roman" w:cs="Times New Roman"/>
          <w:sz w:val="24"/>
          <w:szCs w:val="24"/>
        </w:rPr>
        <w:t xml:space="preserve">w Specyfikacji Istotnych Warunków Zamówienia. </w:t>
      </w:r>
    </w:p>
    <w:p w:rsidR="00CE55B2" w:rsidRDefault="00CE55B2" w:rsidP="00080A3F">
      <w:pPr>
        <w:pStyle w:val="PlainText"/>
        <w:numPr>
          <w:ilvl w:val="0"/>
          <w:numId w:val="14"/>
        </w:numPr>
        <w:tabs>
          <w:tab w:val="clear" w:pos="720"/>
        </w:tabs>
        <w:spacing w:before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C2912">
        <w:rPr>
          <w:rFonts w:ascii="Times New Roman" w:hAnsi="Times New Roman" w:cs="Times New Roman"/>
          <w:b/>
          <w:bCs/>
          <w:sz w:val="24"/>
          <w:szCs w:val="24"/>
        </w:rPr>
        <w:t>OŚWIADCZAMY,</w:t>
      </w:r>
      <w:r w:rsidRPr="00FC2912">
        <w:rPr>
          <w:rFonts w:ascii="Times New Roman" w:hAnsi="Times New Roman" w:cs="Times New Roman"/>
          <w:sz w:val="24"/>
          <w:szCs w:val="24"/>
        </w:rPr>
        <w:t xml:space="preserve"> że zapoznaliśmy się ze Specyfikacją Istotnych Warunków Zamówienia </w:t>
      </w:r>
    </w:p>
    <w:p w:rsidR="00CE55B2" w:rsidRDefault="00CE55B2" w:rsidP="001D3BC2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Pr="00FC2912">
        <w:rPr>
          <w:rFonts w:ascii="Times New Roman" w:hAnsi="Times New Roman" w:cs="Times New Roman"/>
          <w:sz w:val="24"/>
          <w:szCs w:val="24"/>
        </w:rPr>
        <w:t xml:space="preserve">oraz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FC2912">
        <w:rPr>
          <w:rFonts w:ascii="Times New Roman" w:hAnsi="Times New Roman" w:cs="Times New Roman"/>
          <w:sz w:val="24"/>
          <w:szCs w:val="24"/>
        </w:rPr>
        <w:t xml:space="preserve">yjaśnieniami i modyfikacjami Specyfikacji przekazanymi przez Zamawiającego </w:t>
      </w:r>
    </w:p>
    <w:p w:rsidR="00CE55B2" w:rsidRPr="00FC2912" w:rsidRDefault="00CE55B2" w:rsidP="001D3BC2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C2912">
        <w:rPr>
          <w:rFonts w:ascii="Times New Roman" w:hAnsi="Times New Roman" w:cs="Times New Roman"/>
          <w:sz w:val="24"/>
          <w:szCs w:val="24"/>
        </w:rPr>
        <w:t>i uznajemy się za związanych określonymi w niej postanowieniami i zasadami postępowania.</w:t>
      </w:r>
    </w:p>
    <w:p w:rsidR="00CE55B2" w:rsidRPr="00E02852" w:rsidRDefault="00CE55B2" w:rsidP="00E02852">
      <w:pPr>
        <w:pStyle w:val="PlainText"/>
        <w:numPr>
          <w:ilvl w:val="0"/>
          <w:numId w:val="14"/>
        </w:numPr>
        <w:tabs>
          <w:tab w:val="clear" w:pos="720"/>
        </w:tabs>
        <w:spacing w:before="12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OFERTOWA CENA BRUTTO </w:t>
      </w:r>
      <w:r>
        <w:rPr>
          <w:rFonts w:ascii="Times New Roman" w:hAnsi="Times New Roman" w:cs="Times New Roman"/>
          <w:bCs/>
          <w:sz w:val="24"/>
          <w:szCs w:val="24"/>
        </w:rPr>
        <w:t>(wynikają</w:t>
      </w:r>
      <w:r w:rsidRPr="00E02852">
        <w:rPr>
          <w:rFonts w:ascii="Times New Roman" w:hAnsi="Times New Roman" w:cs="Times New Roman"/>
          <w:bCs/>
          <w:sz w:val="24"/>
          <w:szCs w:val="24"/>
        </w:rPr>
        <w:t xml:space="preserve">ca z formularza cenowego dla części 1 </w:t>
      </w:r>
    </w:p>
    <w:p w:rsidR="00CE55B2" w:rsidRDefault="00CE55B2" w:rsidP="00E02852">
      <w:pPr>
        <w:pStyle w:val="PlainTex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Pr="00E02852">
        <w:rPr>
          <w:rFonts w:ascii="Times New Roman" w:hAnsi="Times New Roman" w:cs="Times New Roman"/>
          <w:bCs/>
          <w:sz w:val="24"/>
          <w:szCs w:val="24"/>
        </w:rPr>
        <w:t>zamówienia) wynosi:</w:t>
      </w:r>
      <w:r>
        <w:rPr>
          <w:rFonts w:ascii="Times New Roman" w:hAnsi="Times New Roman" w:cs="Times New Roman"/>
          <w:sz w:val="24"/>
          <w:szCs w:val="24"/>
        </w:rPr>
        <w:t xml:space="preserve">   ……………………………… zł brutto, </w:t>
      </w:r>
    </w:p>
    <w:p w:rsidR="00CE55B2" w:rsidRDefault="00CE55B2" w:rsidP="00E02852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słownie: …………………………………………………………………………………………..</w:t>
      </w:r>
    </w:p>
    <w:p w:rsidR="00CE55B2" w:rsidRDefault="00CE55B2" w:rsidP="00E02852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………………………………..………………………………………………… złotych brutto,</w:t>
      </w:r>
    </w:p>
    <w:p w:rsidR="00CE55B2" w:rsidRDefault="00CE55B2" w:rsidP="00E02852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w tym podatek VAT wynosi: …………… %,</w:t>
      </w:r>
    </w:p>
    <w:p w:rsidR="00CE55B2" w:rsidRDefault="00CE55B2" w:rsidP="00E02852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OFERTOWA CENA NETTO wynosi: ………………………. zł netto,</w:t>
      </w:r>
    </w:p>
    <w:p w:rsidR="00CE55B2" w:rsidRDefault="00CE55B2" w:rsidP="00E02852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słownie: …………………………………………………………………………………………..</w:t>
      </w:r>
    </w:p>
    <w:p w:rsidR="00CE55B2" w:rsidRDefault="00CE55B2" w:rsidP="00E02852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………………………………..…………………………………..……………… złotych netto</w:t>
      </w:r>
    </w:p>
    <w:p w:rsidR="00CE55B2" w:rsidRPr="007223F6" w:rsidRDefault="00CE55B2" w:rsidP="007223F6">
      <w:pPr>
        <w:pStyle w:val="PlainText"/>
        <w:spacing w:before="120"/>
        <w:jc w:val="both"/>
        <w:rPr>
          <w:rFonts w:ascii="Times New Roman" w:hAnsi="Times New Roman" w:cs="Times New Roman"/>
          <w:sz w:val="6"/>
          <w:szCs w:val="6"/>
        </w:rPr>
      </w:pPr>
    </w:p>
    <w:p w:rsidR="00CE55B2" w:rsidRDefault="00CE55B2" w:rsidP="00E02852">
      <w:pPr>
        <w:spacing w:after="80"/>
        <w:ind w:left="244" w:firstLine="11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CE55B2" w:rsidRPr="00EE3B85" w:rsidRDefault="00CE55B2" w:rsidP="00E82AFC">
      <w:pPr>
        <w:spacing w:after="80"/>
        <w:jc w:val="both"/>
        <w:rPr>
          <w:sz w:val="24"/>
          <w:szCs w:val="24"/>
        </w:rPr>
      </w:pPr>
      <w:r w:rsidRPr="00EE3B85">
        <w:rPr>
          <w:b/>
          <w:sz w:val="24"/>
          <w:szCs w:val="24"/>
        </w:rPr>
        <w:t>4.</w:t>
      </w:r>
      <w:r w:rsidRPr="00EE3B85">
        <w:rPr>
          <w:sz w:val="24"/>
          <w:szCs w:val="24"/>
        </w:rPr>
        <w:t xml:space="preserve"> </w:t>
      </w:r>
      <w:r w:rsidRPr="00EE3B85">
        <w:rPr>
          <w:b/>
          <w:sz w:val="24"/>
          <w:szCs w:val="24"/>
        </w:rPr>
        <w:t xml:space="preserve">       MARŻA</w:t>
      </w:r>
      <w:r w:rsidRPr="00EE3B85">
        <w:rPr>
          <w:sz w:val="24"/>
          <w:szCs w:val="24"/>
        </w:rPr>
        <w:t xml:space="preserve"> (wyrażona w %) dotycząca jednego litra każdego rodzaju paliwa wynosi ……..…. %</w:t>
      </w:r>
    </w:p>
    <w:p w:rsidR="00CE55B2" w:rsidRPr="00EE3B85" w:rsidRDefault="00CE55B2" w:rsidP="00E82AFC">
      <w:pPr>
        <w:spacing w:after="80"/>
        <w:jc w:val="both"/>
        <w:rPr>
          <w:sz w:val="24"/>
          <w:szCs w:val="24"/>
        </w:rPr>
      </w:pPr>
    </w:p>
    <w:p w:rsidR="00CE55B2" w:rsidRDefault="00CE55B2" w:rsidP="00EE3B85">
      <w:pPr>
        <w:numPr>
          <w:ilvl w:val="0"/>
          <w:numId w:val="44"/>
        </w:numPr>
        <w:tabs>
          <w:tab w:val="clear" w:pos="720"/>
          <w:tab w:val="num" w:pos="709"/>
        </w:tabs>
        <w:spacing w:after="80"/>
        <w:ind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O</w:t>
      </w:r>
      <w:r w:rsidRPr="00EE3B85">
        <w:rPr>
          <w:b/>
          <w:sz w:val="24"/>
          <w:szCs w:val="24"/>
        </w:rPr>
        <w:t xml:space="preserve">DLEGŁOŚĆ STACJI PALIW </w:t>
      </w:r>
      <w:r w:rsidRPr="00EE3B85">
        <w:rPr>
          <w:sz w:val="24"/>
          <w:szCs w:val="24"/>
        </w:rPr>
        <w:t xml:space="preserve">od siedziby Obwodu Drogowego w Wodzisławiu </w:t>
      </w:r>
    </w:p>
    <w:p w:rsidR="00CE55B2" w:rsidRPr="00EE3B85" w:rsidRDefault="00CE55B2" w:rsidP="00EE3B85">
      <w:pPr>
        <w:spacing w:after="8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EE3B85">
        <w:rPr>
          <w:sz w:val="24"/>
          <w:szCs w:val="24"/>
        </w:rPr>
        <w:t xml:space="preserve">(Łany 1, 28-330 Wodzisław) </w:t>
      </w:r>
      <w:r>
        <w:rPr>
          <w:sz w:val="24"/>
          <w:szCs w:val="24"/>
        </w:rPr>
        <w:t xml:space="preserve"> </w:t>
      </w:r>
      <w:r w:rsidRPr="00EE3B85">
        <w:rPr>
          <w:sz w:val="24"/>
          <w:szCs w:val="24"/>
        </w:rPr>
        <w:t>wynosi …………. km</w:t>
      </w:r>
    </w:p>
    <w:p w:rsidR="00CE55B2" w:rsidRPr="00931709" w:rsidRDefault="00CE55B2" w:rsidP="00E82AFC">
      <w:pPr>
        <w:pStyle w:val="PlainText"/>
        <w:numPr>
          <w:ilvl w:val="0"/>
          <w:numId w:val="43"/>
        </w:numPr>
        <w:spacing w:before="120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FC2912">
        <w:rPr>
          <w:rFonts w:ascii="Times New Roman" w:hAnsi="Times New Roman" w:cs="Times New Roman"/>
          <w:b/>
          <w:bCs/>
          <w:sz w:val="24"/>
          <w:szCs w:val="24"/>
        </w:rPr>
        <w:t>ZOBOWIĄZUJEMY SIĘ</w:t>
      </w:r>
      <w:r w:rsidRPr="00FC2912">
        <w:rPr>
          <w:rFonts w:ascii="Times New Roman" w:hAnsi="Times New Roman" w:cs="Times New Roman"/>
          <w:sz w:val="24"/>
          <w:szCs w:val="24"/>
        </w:rPr>
        <w:t xml:space="preserve"> do wykonania zamówienia </w:t>
      </w:r>
      <w:r>
        <w:rPr>
          <w:rFonts w:ascii="Times New Roman" w:hAnsi="Times New Roman" w:cs="Times New Roman"/>
          <w:sz w:val="24"/>
          <w:szCs w:val="24"/>
        </w:rPr>
        <w:t xml:space="preserve">do dnia </w:t>
      </w:r>
      <w:r w:rsidRPr="00887123">
        <w:rPr>
          <w:rFonts w:ascii="Times New Roman" w:hAnsi="Times New Roman" w:cs="Times New Roman"/>
          <w:b/>
          <w:bCs/>
          <w:sz w:val="24"/>
          <w:szCs w:val="24"/>
        </w:rPr>
        <w:t>31.</w:t>
      </w:r>
      <w:r>
        <w:rPr>
          <w:rFonts w:ascii="Times New Roman" w:hAnsi="Times New Roman" w:cs="Times New Roman"/>
          <w:b/>
          <w:bCs/>
          <w:sz w:val="24"/>
          <w:szCs w:val="24"/>
        </w:rPr>
        <w:t>03</w:t>
      </w:r>
      <w:r w:rsidRPr="00887123">
        <w:rPr>
          <w:rFonts w:ascii="Times New Roman" w:hAnsi="Times New Roman" w:cs="Times New Roman"/>
          <w:b/>
          <w:bCs/>
          <w:sz w:val="24"/>
          <w:szCs w:val="24"/>
        </w:rPr>
        <w:t>.201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274E89">
        <w:rPr>
          <w:rFonts w:ascii="Times New Roman" w:hAnsi="Times New Roman" w:cs="Times New Roman"/>
          <w:b/>
          <w:bCs/>
          <w:sz w:val="24"/>
          <w:szCs w:val="24"/>
        </w:rPr>
        <w:t xml:space="preserve"> roku.</w:t>
      </w:r>
    </w:p>
    <w:p w:rsidR="00CE55B2" w:rsidRDefault="00CE55B2" w:rsidP="00080A3F">
      <w:pPr>
        <w:pStyle w:val="PlainText"/>
        <w:numPr>
          <w:ilvl w:val="0"/>
          <w:numId w:val="43"/>
        </w:numPr>
        <w:spacing w:before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C2912">
        <w:rPr>
          <w:rFonts w:ascii="Times New Roman" w:hAnsi="Times New Roman" w:cs="Times New Roman"/>
          <w:b/>
          <w:bCs/>
          <w:sz w:val="24"/>
          <w:szCs w:val="24"/>
        </w:rPr>
        <w:t xml:space="preserve">AKCEPTUJEMY </w:t>
      </w:r>
      <w:r w:rsidRPr="00FC2912">
        <w:rPr>
          <w:rFonts w:ascii="Times New Roman" w:hAnsi="Times New Roman" w:cs="Times New Roman"/>
          <w:sz w:val="24"/>
          <w:szCs w:val="24"/>
        </w:rPr>
        <w:t xml:space="preserve">warunki płatności określone przez Zamawiającego w Specyfikacji </w:t>
      </w:r>
    </w:p>
    <w:p w:rsidR="00CE55B2" w:rsidRDefault="00CE55B2" w:rsidP="001D3BC2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Pr="00FC2912">
        <w:rPr>
          <w:rFonts w:ascii="Times New Roman" w:hAnsi="Times New Roman" w:cs="Times New Roman"/>
          <w:sz w:val="24"/>
          <w:szCs w:val="24"/>
        </w:rPr>
        <w:t>Istotnych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2912">
        <w:rPr>
          <w:rFonts w:ascii="Times New Roman" w:hAnsi="Times New Roman" w:cs="Times New Roman"/>
          <w:sz w:val="24"/>
          <w:szCs w:val="24"/>
        </w:rPr>
        <w:t xml:space="preserve">Warunków Zamówienia. </w:t>
      </w:r>
    </w:p>
    <w:p w:rsidR="00CE55B2" w:rsidRDefault="00CE55B2" w:rsidP="00080A3F">
      <w:pPr>
        <w:pStyle w:val="PlainText"/>
        <w:numPr>
          <w:ilvl w:val="0"/>
          <w:numId w:val="43"/>
        </w:numPr>
        <w:spacing w:before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C2912">
        <w:rPr>
          <w:rFonts w:ascii="Times New Roman" w:hAnsi="Times New Roman" w:cs="Times New Roman"/>
          <w:b/>
          <w:bCs/>
          <w:sz w:val="24"/>
          <w:szCs w:val="24"/>
        </w:rPr>
        <w:t>UWAŻAMY SIĘ</w:t>
      </w:r>
      <w:r w:rsidRPr="00FC2912">
        <w:rPr>
          <w:rFonts w:ascii="Times New Roman" w:hAnsi="Times New Roman" w:cs="Times New Roman"/>
          <w:sz w:val="24"/>
          <w:szCs w:val="24"/>
        </w:rPr>
        <w:t xml:space="preserve"> za związanych niniejszą ofertą przez czas wskazany w Specyfikacji </w:t>
      </w:r>
    </w:p>
    <w:p w:rsidR="00CE55B2" w:rsidRDefault="00CE55B2" w:rsidP="001D3BC2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Pr="00FC2912">
        <w:rPr>
          <w:rFonts w:ascii="Times New Roman" w:hAnsi="Times New Roman" w:cs="Times New Roman"/>
          <w:sz w:val="24"/>
          <w:szCs w:val="24"/>
        </w:rPr>
        <w:t xml:space="preserve">Istotnych Warunków Zamówienia, tj. przez okres </w:t>
      </w:r>
      <w:r w:rsidRPr="00FC2912">
        <w:rPr>
          <w:rFonts w:ascii="Times New Roman" w:hAnsi="Times New Roman" w:cs="Times New Roman"/>
          <w:b/>
          <w:bCs/>
          <w:sz w:val="24"/>
          <w:szCs w:val="24"/>
        </w:rPr>
        <w:t>30 dni</w:t>
      </w:r>
      <w:r w:rsidRPr="00FC2912">
        <w:rPr>
          <w:rFonts w:ascii="Times New Roman" w:hAnsi="Times New Roman" w:cs="Times New Roman"/>
          <w:sz w:val="24"/>
          <w:szCs w:val="24"/>
        </w:rPr>
        <w:t xml:space="preserve"> od </w:t>
      </w:r>
      <w:r>
        <w:rPr>
          <w:rFonts w:ascii="Times New Roman" w:hAnsi="Times New Roman" w:cs="Times New Roman"/>
          <w:sz w:val="24"/>
          <w:szCs w:val="24"/>
        </w:rPr>
        <w:t>upływu terminu składania ofert.</w:t>
      </w:r>
    </w:p>
    <w:p w:rsidR="00CE55B2" w:rsidRDefault="00CE55B2" w:rsidP="00080A3F">
      <w:pPr>
        <w:pStyle w:val="Zwykytekst1"/>
        <w:numPr>
          <w:ilvl w:val="0"/>
          <w:numId w:val="43"/>
        </w:numPr>
        <w:spacing w:before="120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ZAMÓWIENIE ZREALIZUJEMY</w:t>
      </w:r>
      <w:r>
        <w:rPr>
          <w:rFonts w:ascii="Times New Roman" w:hAnsi="Times New Roman" w:cs="Times New Roman"/>
          <w:sz w:val="24"/>
          <w:szCs w:val="24"/>
        </w:rPr>
        <w:t xml:space="preserve"> bez udziału podwykonawców.</w:t>
      </w:r>
    </w:p>
    <w:p w:rsidR="00CE55B2" w:rsidRDefault="00CE55B2" w:rsidP="00E82AFC">
      <w:pPr>
        <w:pStyle w:val="PlainText"/>
        <w:numPr>
          <w:ilvl w:val="0"/>
          <w:numId w:val="43"/>
        </w:numPr>
        <w:spacing w:before="120"/>
        <w:ind w:left="0" w:firstLine="0"/>
        <w:rPr>
          <w:rFonts w:ascii="Times New Roman" w:hAnsi="Times New Roman" w:cs="Times New Roman"/>
          <w:sz w:val="24"/>
          <w:szCs w:val="24"/>
        </w:rPr>
      </w:pPr>
      <w:r w:rsidRPr="00FC2912">
        <w:rPr>
          <w:rFonts w:ascii="Times New Roman" w:hAnsi="Times New Roman" w:cs="Times New Roman"/>
          <w:b/>
          <w:bCs/>
          <w:sz w:val="24"/>
          <w:szCs w:val="24"/>
        </w:rPr>
        <w:t>OŚWIADCZAMY</w:t>
      </w:r>
      <w:r w:rsidRPr="00FC2912">
        <w:rPr>
          <w:rFonts w:ascii="Times New Roman" w:hAnsi="Times New Roman" w:cs="Times New Roman"/>
          <w:sz w:val="24"/>
          <w:szCs w:val="24"/>
        </w:rPr>
        <w:t xml:space="preserve">, iż – za wyjątkiem informacji i dokumentów zawartych </w:t>
      </w:r>
      <w:r>
        <w:rPr>
          <w:rFonts w:ascii="Times New Roman" w:hAnsi="Times New Roman" w:cs="Times New Roman"/>
          <w:sz w:val="24"/>
          <w:szCs w:val="24"/>
        </w:rPr>
        <w:t xml:space="preserve">w ofercie na </w:t>
      </w:r>
    </w:p>
    <w:p w:rsidR="00CE55B2" w:rsidRDefault="00CE55B2" w:rsidP="00E82AFC">
      <w:pPr>
        <w:pStyle w:val="PlainTex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stronach nr od ……….</w:t>
      </w:r>
      <w:r w:rsidRPr="00FC2912">
        <w:rPr>
          <w:rFonts w:ascii="Times New Roman" w:hAnsi="Times New Roman" w:cs="Times New Roman"/>
          <w:sz w:val="24"/>
          <w:szCs w:val="24"/>
        </w:rPr>
        <w:t xml:space="preserve"> do </w:t>
      </w:r>
      <w:r>
        <w:rPr>
          <w:rFonts w:ascii="Times New Roman" w:hAnsi="Times New Roman" w:cs="Times New Roman"/>
          <w:sz w:val="24"/>
          <w:szCs w:val="24"/>
        </w:rPr>
        <w:t>……….</w:t>
      </w:r>
      <w:r w:rsidRPr="00FC2912">
        <w:rPr>
          <w:rFonts w:ascii="Times New Roman" w:hAnsi="Times New Roman" w:cs="Times New Roman"/>
          <w:sz w:val="24"/>
          <w:szCs w:val="24"/>
        </w:rPr>
        <w:t xml:space="preserve">- niniejsza oferta oraz wszelkie załączniki do niej są jawne </w:t>
      </w:r>
    </w:p>
    <w:p w:rsidR="00CE55B2" w:rsidRDefault="00CE55B2" w:rsidP="00E82AFC">
      <w:pPr>
        <w:pStyle w:val="PlainTex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C2912">
        <w:rPr>
          <w:rFonts w:ascii="Times New Roman" w:hAnsi="Times New Roman" w:cs="Times New Roman"/>
          <w:sz w:val="24"/>
          <w:szCs w:val="24"/>
        </w:rPr>
        <w:t xml:space="preserve">i nie zawierają </w:t>
      </w:r>
      <w:r>
        <w:rPr>
          <w:rFonts w:ascii="Times New Roman" w:hAnsi="Times New Roman" w:cs="Times New Roman"/>
          <w:sz w:val="24"/>
          <w:szCs w:val="24"/>
        </w:rPr>
        <w:t>in</w:t>
      </w:r>
      <w:r w:rsidRPr="00FC2912">
        <w:rPr>
          <w:rFonts w:ascii="Times New Roman" w:hAnsi="Times New Roman" w:cs="Times New Roman"/>
          <w:sz w:val="24"/>
          <w:szCs w:val="24"/>
        </w:rPr>
        <w:t xml:space="preserve">formacji stanowiących tajemnicę przedsiębiorstwa w rozumieniu przepisów </w:t>
      </w:r>
    </w:p>
    <w:p w:rsidR="00CE55B2" w:rsidRPr="00FC2912" w:rsidRDefault="00CE55B2" w:rsidP="001A57EF">
      <w:pPr>
        <w:pStyle w:val="PlainText"/>
        <w:tabs>
          <w:tab w:val="num" w:pos="48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C2912">
        <w:rPr>
          <w:rFonts w:ascii="Times New Roman" w:hAnsi="Times New Roman" w:cs="Times New Roman"/>
          <w:sz w:val="24"/>
          <w:szCs w:val="24"/>
        </w:rPr>
        <w:t>o zwalczaniu nieuczciwej konkurencji.</w:t>
      </w:r>
    </w:p>
    <w:p w:rsidR="00CE55B2" w:rsidRDefault="00CE55B2" w:rsidP="00080A3F">
      <w:pPr>
        <w:pStyle w:val="PlainText"/>
        <w:numPr>
          <w:ilvl w:val="0"/>
          <w:numId w:val="43"/>
        </w:numPr>
        <w:spacing w:before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C2912">
        <w:rPr>
          <w:rFonts w:ascii="Times New Roman" w:hAnsi="Times New Roman" w:cs="Times New Roman"/>
          <w:b/>
          <w:bCs/>
          <w:sz w:val="24"/>
          <w:szCs w:val="24"/>
        </w:rPr>
        <w:t>OŚWIADCZAMY,</w:t>
      </w:r>
      <w:r w:rsidRPr="00FC2912">
        <w:rPr>
          <w:rFonts w:ascii="Times New Roman" w:hAnsi="Times New Roman" w:cs="Times New Roman"/>
          <w:sz w:val="24"/>
          <w:szCs w:val="24"/>
        </w:rPr>
        <w:t xml:space="preserve"> że zapoznaliśmy się z postanowieniami umowy, określonymi </w:t>
      </w:r>
    </w:p>
    <w:p w:rsidR="00CE55B2" w:rsidRDefault="00CE55B2" w:rsidP="001A57EF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Pr="00FC2912">
        <w:rPr>
          <w:rFonts w:ascii="Times New Roman" w:hAnsi="Times New Roman" w:cs="Times New Roman"/>
          <w:sz w:val="24"/>
          <w:szCs w:val="24"/>
        </w:rPr>
        <w:t xml:space="preserve">w Specyfikacji Istotnych Warunków Zamówienia i zobowiązujemy się, w przypadku wyboru </w:t>
      </w:r>
    </w:p>
    <w:p w:rsidR="00CE55B2" w:rsidRDefault="00CE55B2" w:rsidP="001A57EF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C2912">
        <w:rPr>
          <w:rFonts w:ascii="Times New Roman" w:hAnsi="Times New Roman" w:cs="Times New Roman"/>
          <w:sz w:val="24"/>
          <w:szCs w:val="24"/>
        </w:rPr>
        <w:t xml:space="preserve">naszej oferty, do zawarcia umowy zgodnej z niniejszą ofertą, na warunkach określonych </w:t>
      </w:r>
    </w:p>
    <w:p w:rsidR="00CE55B2" w:rsidRDefault="00CE55B2" w:rsidP="001A57EF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C2912">
        <w:rPr>
          <w:rFonts w:ascii="Times New Roman" w:hAnsi="Times New Roman" w:cs="Times New Roman"/>
          <w:sz w:val="24"/>
          <w:szCs w:val="24"/>
        </w:rPr>
        <w:t>w Specyfikacji Istotnych Warunków Zamówienia, w miejscu i terminie wyznaczonym przez</w:t>
      </w:r>
    </w:p>
    <w:p w:rsidR="00CE55B2" w:rsidRPr="00FC2912" w:rsidRDefault="00CE55B2" w:rsidP="001A57EF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C2912">
        <w:rPr>
          <w:rFonts w:ascii="Times New Roman" w:hAnsi="Times New Roman" w:cs="Times New Roman"/>
          <w:sz w:val="24"/>
          <w:szCs w:val="24"/>
        </w:rPr>
        <w:t>Zamawiającego.</w:t>
      </w:r>
    </w:p>
    <w:p w:rsidR="00CE55B2" w:rsidRDefault="00CE55B2" w:rsidP="00080A3F">
      <w:pPr>
        <w:pStyle w:val="PlainText"/>
        <w:numPr>
          <w:ilvl w:val="0"/>
          <w:numId w:val="43"/>
        </w:numPr>
        <w:spacing w:before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C2912">
        <w:rPr>
          <w:rFonts w:ascii="Times New Roman" w:hAnsi="Times New Roman" w:cs="Times New Roman"/>
          <w:b/>
          <w:bCs/>
          <w:sz w:val="24"/>
          <w:szCs w:val="24"/>
        </w:rPr>
        <w:t>WSZELKĄ KORESPONDENCJĘ</w:t>
      </w:r>
      <w:r w:rsidRPr="00FC2912">
        <w:rPr>
          <w:rFonts w:ascii="Times New Roman" w:hAnsi="Times New Roman" w:cs="Times New Roman"/>
          <w:sz w:val="24"/>
          <w:szCs w:val="24"/>
        </w:rPr>
        <w:t xml:space="preserve"> w sprawie niniejszego postępowania należy kierować na </w:t>
      </w:r>
    </w:p>
    <w:p w:rsidR="00CE55B2" w:rsidRDefault="00CE55B2" w:rsidP="00F7307C">
      <w:pPr>
        <w:pStyle w:val="PlainTex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Pr="00FC2912">
        <w:rPr>
          <w:rFonts w:ascii="Times New Roman" w:hAnsi="Times New Roman" w:cs="Times New Roman"/>
          <w:sz w:val="24"/>
          <w:szCs w:val="24"/>
        </w:rPr>
        <w:t>Poniższy</w:t>
      </w:r>
      <w:r>
        <w:rPr>
          <w:rFonts w:ascii="Times New Roman" w:hAnsi="Times New Roman" w:cs="Times New Roman"/>
          <w:sz w:val="24"/>
          <w:szCs w:val="24"/>
        </w:rPr>
        <w:t xml:space="preserve"> ad</w:t>
      </w:r>
      <w:r w:rsidRPr="00FC2912">
        <w:rPr>
          <w:rFonts w:ascii="Times New Roman" w:hAnsi="Times New Roman" w:cs="Times New Roman"/>
          <w:sz w:val="24"/>
          <w:szCs w:val="24"/>
        </w:rPr>
        <w:t>res: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CE55B2" w:rsidRDefault="00CE55B2" w:rsidP="00F7307C">
      <w:pPr>
        <w:pStyle w:val="PlainTex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……………………………………..………………………………………………………….…..</w:t>
      </w:r>
    </w:p>
    <w:p w:rsidR="00CE55B2" w:rsidRDefault="00CE55B2" w:rsidP="00F7307C">
      <w:pPr>
        <w:pStyle w:val="PlainText"/>
        <w:spacing w:before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………………………………………………..……………………………...……………………</w:t>
      </w:r>
    </w:p>
    <w:p w:rsidR="00CE55B2" w:rsidRDefault="00CE55B2" w:rsidP="001A57EF">
      <w:pPr>
        <w:pStyle w:val="PlainTex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Tel.…………………… fax…………………e-mail:…………………………………………….</w:t>
      </w:r>
    </w:p>
    <w:p w:rsidR="00CE55B2" w:rsidRPr="006810D2" w:rsidRDefault="00CE55B2" w:rsidP="001A57EF">
      <w:pPr>
        <w:pStyle w:val="PlainText"/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Deklaruję, ż</w:t>
      </w:r>
      <w:r w:rsidRPr="006810D2">
        <w:rPr>
          <w:rFonts w:ascii="Times New Roman" w:hAnsi="Times New Roman" w:cs="Times New Roman"/>
          <w:b/>
          <w:bCs/>
          <w:sz w:val="24"/>
          <w:szCs w:val="24"/>
        </w:rPr>
        <w:t xml:space="preserve">e po otrzymaniu pisma od zamawiającego faxem lub e-mailem niezwłocznie </w:t>
      </w:r>
    </w:p>
    <w:p w:rsidR="00CE55B2" w:rsidRDefault="00CE55B2" w:rsidP="001A57EF">
      <w:pPr>
        <w:pStyle w:val="PlainText"/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10D2">
        <w:rPr>
          <w:rFonts w:ascii="Times New Roman" w:hAnsi="Times New Roman" w:cs="Times New Roman"/>
          <w:b/>
          <w:bCs/>
          <w:sz w:val="24"/>
          <w:szCs w:val="24"/>
        </w:rPr>
        <w:t xml:space="preserve">            potwierdzę jego otrzymanie.</w:t>
      </w:r>
    </w:p>
    <w:p w:rsidR="00CE55B2" w:rsidRDefault="00CE55B2" w:rsidP="00080A3F">
      <w:pPr>
        <w:pStyle w:val="PlainText"/>
        <w:numPr>
          <w:ilvl w:val="0"/>
          <w:numId w:val="43"/>
        </w:numPr>
        <w:spacing w:before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C2912">
        <w:rPr>
          <w:rFonts w:ascii="Times New Roman" w:hAnsi="Times New Roman" w:cs="Times New Roman"/>
          <w:b/>
          <w:bCs/>
          <w:sz w:val="24"/>
          <w:szCs w:val="24"/>
        </w:rPr>
        <w:t xml:space="preserve">OFERTĘ </w:t>
      </w:r>
      <w:r w:rsidRPr="00FC2912">
        <w:rPr>
          <w:rFonts w:ascii="Times New Roman" w:hAnsi="Times New Roman" w:cs="Times New Roman"/>
          <w:sz w:val="24"/>
          <w:szCs w:val="24"/>
        </w:rPr>
        <w:t xml:space="preserve">niniejszą składamy na </w:t>
      </w:r>
      <w:r>
        <w:rPr>
          <w:rFonts w:ascii="Times New Roman" w:hAnsi="Times New Roman" w:cs="Times New Roman"/>
          <w:sz w:val="24"/>
          <w:szCs w:val="24"/>
        </w:rPr>
        <w:t xml:space="preserve">…………. </w:t>
      </w:r>
      <w:r w:rsidRPr="00FC2912">
        <w:rPr>
          <w:rFonts w:ascii="Times New Roman" w:hAnsi="Times New Roman" w:cs="Times New Roman"/>
          <w:sz w:val="24"/>
          <w:szCs w:val="24"/>
        </w:rPr>
        <w:t xml:space="preserve"> stronach.</w:t>
      </w:r>
    </w:p>
    <w:p w:rsidR="00CE55B2" w:rsidRPr="00FC2912" w:rsidRDefault="00CE55B2" w:rsidP="00080A3F">
      <w:pPr>
        <w:pStyle w:val="PlainText"/>
        <w:numPr>
          <w:ilvl w:val="0"/>
          <w:numId w:val="43"/>
        </w:numPr>
        <w:spacing w:before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C2912">
        <w:rPr>
          <w:rFonts w:ascii="Times New Roman" w:hAnsi="Times New Roman" w:cs="Times New Roman"/>
          <w:b/>
          <w:bCs/>
          <w:sz w:val="24"/>
          <w:szCs w:val="24"/>
        </w:rPr>
        <w:t xml:space="preserve">ZAŁĄCZNIKAMI </w:t>
      </w:r>
      <w:r w:rsidRPr="00FC2912">
        <w:rPr>
          <w:rFonts w:ascii="Times New Roman" w:hAnsi="Times New Roman" w:cs="Times New Roman"/>
          <w:sz w:val="24"/>
          <w:szCs w:val="24"/>
        </w:rPr>
        <w:t>do niniejszej oferty, stanowiącymi jej integralną część są:</w:t>
      </w:r>
    </w:p>
    <w:p w:rsidR="00CE55B2" w:rsidRDefault="00CE55B2" w:rsidP="00E82AFC">
      <w:pPr>
        <w:pStyle w:val="PlainText"/>
        <w:tabs>
          <w:tab w:val="num" w:pos="1080"/>
        </w:tabs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E55B2" w:rsidRDefault="00CE55B2" w:rsidP="00E82AFC">
      <w:pPr>
        <w:pStyle w:val="PlainText"/>
        <w:tabs>
          <w:tab w:val="num" w:pos="1080"/>
        </w:tabs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E55B2" w:rsidRDefault="00CE55B2" w:rsidP="00E82AFC">
      <w:pPr>
        <w:pStyle w:val="PlainText"/>
        <w:tabs>
          <w:tab w:val="num" w:pos="1080"/>
        </w:tabs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E55B2" w:rsidRDefault="00CE55B2" w:rsidP="0005537F">
      <w:pPr>
        <w:pStyle w:val="PlainText"/>
        <w:tabs>
          <w:tab w:val="num" w:pos="108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CE55B2" w:rsidRPr="00FC2912" w:rsidRDefault="00CE55B2" w:rsidP="0005537F">
      <w:pPr>
        <w:pStyle w:val="PlainText"/>
        <w:tabs>
          <w:tab w:val="num" w:pos="108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CE55B2" w:rsidRPr="00FC2912" w:rsidRDefault="00CE55B2" w:rsidP="00F7307C">
      <w:pPr>
        <w:pStyle w:val="PlainTex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 w:rsidRPr="00FC2912">
        <w:rPr>
          <w:rFonts w:ascii="Times New Roman" w:hAnsi="Times New Roman" w:cs="Times New Roman"/>
          <w:sz w:val="24"/>
          <w:szCs w:val="24"/>
        </w:rPr>
        <w:t xml:space="preserve"> dnia </w:t>
      </w:r>
      <w:r>
        <w:rPr>
          <w:rFonts w:ascii="Times New Roman" w:hAnsi="Times New Roman" w:cs="Times New Roman"/>
          <w:sz w:val="24"/>
          <w:szCs w:val="24"/>
        </w:rPr>
        <w:t>……………..……….</w:t>
      </w:r>
    </w:p>
    <w:p w:rsidR="00CE55B2" w:rsidRPr="00FC2912" w:rsidRDefault="00CE55B2" w:rsidP="00F7307C">
      <w:pPr>
        <w:pStyle w:val="PlainTex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………………………………………………..</w:t>
      </w:r>
    </w:p>
    <w:p w:rsidR="00CE55B2" w:rsidRDefault="00CE55B2" w:rsidP="00E701A8">
      <w:pPr>
        <w:pStyle w:val="PlainText"/>
        <w:spacing w:before="120"/>
        <w:ind w:firstLine="39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(</w:t>
      </w:r>
      <w:r w:rsidRPr="00FC2912">
        <w:rPr>
          <w:rFonts w:ascii="Times New Roman" w:hAnsi="Times New Roman" w:cs="Times New Roman"/>
          <w:sz w:val="24"/>
          <w:szCs w:val="24"/>
        </w:rPr>
        <w:t>podpis Wykonawcy/Wykonawców)</w:t>
      </w:r>
    </w:p>
    <w:sectPr w:rsidR="00CE55B2" w:rsidSect="003878E4">
      <w:headerReference w:type="default" r:id="rId7"/>
      <w:footerReference w:type="default" r:id="rId8"/>
      <w:pgSz w:w="11909" w:h="16834"/>
      <w:pgMar w:top="1327" w:right="851" w:bottom="357" w:left="1134" w:header="709" w:footer="709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5B2" w:rsidRDefault="00CE55B2">
      <w:r>
        <w:separator/>
      </w:r>
    </w:p>
  </w:endnote>
  <w:endnote w:type="continuationSeparator" w:id="0">
    <w:p w:rsidR="00CE55B2" w:rsidRDefault="00CE55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5B2" w:rsidRDefault="00CE55B2" w:rsidP="00AA6823">
    <w:pPr>
      <w:pStyle w:val="Footer"/>
      <w:framePr w:wrap="auto" w:vAnchor="text" w:hAnchor="margin" w:xAlign="right" w:y="1"/>
      <w:rPr>
        <w:rStyle w:val="PageNumber"/>
      </w:rPr>
    </w:pPr>
  </w:p>
  <w:p w:rsidR="00CE55B2" w:rsidRPr="00A936DF" w:rsidRDefault="00CE55B2" w:rsidP="00A936DF">
    <w:pPr>
      <w:pStyle w:val="Footer"/>
      <w:ind w:right="360"/>
      <w:jc w:val="right"/>
      <w:rPr>
        <w:i/>
        <w:iCs/>
      </w:rPr>
    </w:pPr>
    <w:r w:rsidRPr="00A936DF">
      <w:rPr>
        <w:i/>
        <w:iCs/>
      </w:rPr>
      <w:t xml:space="preserve">               Strona </w:t>
    </w:r>
    <w:r w:rsidRPr="00A936DF">
      <w:rPr>
        <w:i/>
        <w:iCs/>
      </w:rPr>
      <w:fldChar w:fldCharType="begin"/>
    </w:r>
    <w:r w:rsidRPr="00A936DF">
      <w:rPr>
        <w:i/>
        <w:iCs/>
      </w:rPr>
      <w:instrText xml:space="preserve"> PAGE </w:instrText>
    </w:r>
    <w:r w:rsidRPr="00A936DF">
      <w:rPr>
        <w:i/>
        <w:iCs/>
      </w:rPr>
      <w:fldChar w:fldCharType="separate"/>
    </w:r>
    <w:r>
      <w:rPr>
        <w:i/>
        <w:iCs/>
        <w:noProof/>
      </w:rPr>
      <w:t>2</w:t>
    </w:r>
    <w:r w:rsidRPr="00A936DF">
      <w:rPr>
        <w:i/>
        <w:iCs/>
      </w:rPr>
      <w:fldChar w:fldCharType="end"/>
    </w:r>
    <w:r w:rsidRPr="00A936DF">
      <w:rPr>
        <w:i/>
        <w:iCs/>
      </w:rPr>
      <w:t xml:space="preserve"> z </w:t>
    </w:r>
    <w:r w:rsidRPr="00A936DF">
      <w:rPr>
        <w:i/>
        <w:iCs/>
      </w:rPr>
      <w:fldChar w:fldCharType="begin"/>
    </w:r>
    <w:r w:rsidRPr="00A936DF">
      <w:rPr>
        <w:i/>
        <w:iCs/>
      </w:rPr>
      <w:instrText xml:space="preserve"> NUMPAGES </w:instrText>
    </w:r>
    <w:r w:rsidRPr="00A936DF">
      <w:rPr>
        <w:i/>
        <w:iCs/>
      </w:rPr>
      <w:fldChar w:fldCharType="separate"/>
    </w:r>
    <w:r>
      <w:rPr>
        <w:i/>
        <w:iCs/>
        <w:noProof/>
      </w:rPr>
      <w:t>2</w:t>
    </w:r>
    <w:r w:rsidRPr="00A936DF">
      <w:rPr>
        <w:i/>
        <w:iCs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5B2" w:rsidRDefault="00CE55B2">
      <w:r>
        <w:separator/>
      </w:r>
    </w:p>
  </w:footnote>
  <w:footnote w:type="continuationSeparator" w:id="0">
    <w:p w:rsidR="00CE55B2" w:rsidRDefault="00CE55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5B2" w:rsidRDefault="00CE55B2">
    <w:pPr>
      <w:pStyle w:val="Header"/>
    </w:pPr>
    <w:r>
      <w:t>ZP.26.D-PN.02.2013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00F53"/>
    <w:multiLevelType w:val="singleLevel"/>
    <w:tmpl w:val="51082C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1">
    <w:nsid w:val="013C01EC"/>
    <w:multiLevelType w:val="singleLevel"/>
    <w:tmpl w:val="E7960BB0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">
    <w:nsid w:val="05511CF7"/>
    <w:multiLevelType w:val="hybridMultilevel"/>
    <w:tmpl w:val="92BEE650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A9471D"/>
    <w:multiLevelType w:val="hybridMultilevel"/>
    <w:tmpl w:val="A6AA6DC4"/>
    <w:lvl w:ilvl="0" w:tplc="C894556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7D23F70"/>
    <w:multiLevelType w:val="hybridMultilevel"/>
    <w:tmpl w:val="D4B6EB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9228AA"/>
    <w:multiLevelType w:val="hybridMultilevel"/>
    <w:tmpl w:val="42842058"/>
    <w:lvl w:ilvl="0" w:tplc="C2E0B2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AE05A3B"/>
    <w:multiLevelType w:val="multilevel"/>
    <w:tmpl w:val="95520F2A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0BF56A93"/>
    <w:multiLevelType w:val="multilevel"/>
    <w:tmpl w:val="9D6A8DBA"/>
    <w:lvl w:ilvl="0">
      <w:start w:val="1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7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126F677C"/>
    <w:multiLevelType w:val="hybridMultilevel"/>
    <w:tmpl w:val="A4363320"/>
    <w:lvl w:ilvl="0" w:tplc="C5D4ED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3C779B5"/>
    <w:multiLevelType w:val="singleLevel"/>
    <w:tmpl w:val="94C6188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0">
    <w:nsid w:val="157F4BEA"/>
    <w:multiLevelType w:val="hybridMultilevel"/>
    <w:tmpl w:val="2B5E373A"/>
    <w:lvl w:ilvl="0" w:tplc="6BBEDCEE">
      <w:start w:val="1"/>
      <w:numFmt w:val="decimal"/>
      <w:lvlText w:val="%1)"/>
      <w:lvlJc w:val="left"/>
      <w:pPr>
        <w:tabs>
          <w:tab w:val="num" w:pos="1416"/>
        </w:tabs>
        <w:ind w:left="141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11">
    <w:nsid w:val="15D4126B"/>
    <w:multiLevelType w:val="singleLevel"/>
    <w:tmpl w:val="965CB152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>
    <w:nsid w:val="18261D71"/>
    <w:multiLevelType w:val="multilevel"/>
    <w:tmpl w:val="3BDE3D0E"/>
    <w:lvl w:ilvl="0">
      <w:start w:val="20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78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260"/>
        </w:tabs>
        <w:ind w:left="126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0"/>
        </w:tabs>
        <w:ind w:left="1500" w:hanging="7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cs="Times New Roman" w:hint="default"/>
      </w:rPr>
    </w:lvl>
  </w:abstractNum>
  <w:abstractNum w:abstractNumId="13">
    <w:nsid w:val="1A2F3DBA"/>
    <w:multiLevelType w:val="multilevel"/>
    <w:tmpl w:val="7EFE36C8"/>
    <w:lvl w:ilvl="0">
      <w:start w:val="1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1B1124A7"/>
    <w:multiLevelType w:val="multilevel"/>
    <w:tmpl w:val="0336A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15">
    <w:nsid w:val="1E170B2D"/>
    <w:multiLevelType w:val="hybridMultilevel"/>
    <w:tmpl w:val="B98A6420"/>
    <w:lvl w:ilvl="0" w:tplc="FFFFFFFF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1" w:tplc="FFFFFFFF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F6E7CC4"/>
    <w:multiLevelType w:val="singleLevel"/>
    <w:tmpl w:val="94C6188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7">
    <w:nsid w:val="20A06550"/>
    <w:multiLevelType w:val="singleLevel"/>
    <w:tmpl w:val="EC98371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>
    <w:nsid w:val="24161FFB"/>
    <w:multiLevelType w:val="hybridMultilevel"/>
    <w:tmpl w:val="6674FFF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5821CAD"/>
    <w:multiLevelType w:val="hybridMultilevel"/>
    <w:tmpl w:val="2200E382"/>
    <w:lvl w:ilvl="0" w:tplc="CD4447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2649076B"/>
    <w:multiLevelType w:val="multilevel"/>
    <w:tmpl w:val="A3B009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1">
    <w:nsid w:val="2849432D"/>
    <w:multiLevelType w:val="multilevel"/>
    <w:tmpl w:val="AFD28E80"/>
    <w:lvl w:ilvl="0">
      <w:start w:val="1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>
    <w:nsid w:val="2B937191"/>
    <w:multiLevelType w:val="multilevel"/>
    <w:tmpl w:val="1F9E5676"/>
    <w:lvl w:ilvl="0">
      <w:start w:val="20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2D4F5A5A"/>
    <w:multiLevelType w:val="hybridMultilevel"/>
    <w:tmpl w:val="9E4662F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4"/>
      </w:rPr>
    </w:lvl>
    <w:lvl w:ilvl="2" w:tplc="FFFFFFFF">
      <w:start w:val="4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3" w:tplc="F9E44ABA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sz w:val="24"/>
        <w:szCs w:val="24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2D583993"/>
    <w:multiLevelType w:val="hybridMultilevel"/>
    <w:tmpl w:val="A5DEC6D6"/>
    <w:lvl w:ilvl="0" w:tplc="CFF43F8E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5">
    <w:nsid w:val="30B265F3"/>
    <w:multiLevelType w:val="multilevel"/>
    <w:tmpl w:val="E206C396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407A37B9"/>
    <w:multiLevelType w:val="multilevel"/>
    <w:tmpl w:val="D48EF1CE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42F32DDA"/>
    <w:multiLevelType w:val="multilevel"/>
    <w:tmpl w:val="8D3A924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C7A730C"/>
    <w:multiLevelType w:val="hybridMultilevel"/>
    <w:tmpl w:val="CBFC14C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1000367"/>
    <w:multiLevelType w:val="multilevel"/>
    <w:tmpl w:val="6D1A19A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63D66097"/>
    <w:multiLevelType w:val="multilevel"/>
    <w:tmpl w:val="0C0A485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1">
    <w:nsid w:val="657047EE"/>
    <w:multiLevelType w:val="singleLevel"/>
    <w:tmpl w:val="9296EB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32">
    <w:nsid w:val="667C710D"/>
    <w:multiLevelType w:val="multilevel"/>
    <w:tmpl w:val="A4B89E76"/>
    <w:lvl w:ilvl="0">
      <w:start w:val="1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>
    <w:nsid w:val="688A4BF5"/>
    <w:multiLevelType w:val="multilevel"/>
    <w:tmpl w:val="8E40B81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699723F6"/>
    <w:multiLevelType w:val="hybridMultilevel"/>
    <w:tmpl w:val="C396C5EC"/>
    <w:lvl w:ilvl="0" w:tplc="2B54846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C7C1FF6"/>
    <w:multiLevelType w:val="hybridMultilevel"/>
    <w:tmpl w:val="5F6C2E06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CE154C2"/>
    <w:multiLevelType w:val="hybridMultilevel"/>
    <w:tmpl w:val="A26CB694"/>
    <w:lvl w:ilvl="0" w:tplc="FA400A3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7">
    <w:nsid w:val="6E3252D8"/>
    <w:multiLevelType w:val="hybridMultilevel"/>
    <w:tmpl w:val="095EC3C8"/>
    <w:lvl w:ilvl="0" w:tplc="0415000F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1854A27"/>
    <w:multiLevelType w:val="hybridMultilevel"/>
    <w:tmpl w:val="BAF28B56"/>
    <w:lvl w:ilvl="0" w:tplc="091E05EA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9">
    <w:nsid w:val="72DE0224"/>
    <w:multiLevelType w:val="multilevel"/>
    <w:tmpl w:val="BEF2E1F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0">
    <w:nsid w:val="72E04E51"/>
    <w:multiLevelType w:val="multilevel"/>
    <w:tmpl w:val="64A8023E"/>
    <w:lvl w:ilvl="0">
      <w:start w:val="2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>
    <w:nsid w:val="7E345C30"/>
    <w:multiLevelType w:val="multilevel"/>
    <w:tmpl w:val="E744ACA2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>
    <w:nsid w:val="7E415865"/>
    <w:multiLevelType w:val="multilevel"/>
    <w:tmpl w:val="DA7C4A54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cs="Times New Roman" w:hint="default"/>
      </w:rPr>
    </w:lvl>
    <w:lvl w:ilvl="2">
      <w:start w:val="8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cs="Times New Roman" w:hint="default"/>
      </w:rPr>
    </w:lvl>
  </w:abstractNum>
  <w:num w:numId="1">
    <w:abstractNumId w:val="11"/>
  </w:num>
  <w:num w:numId="2">
    <w:abstractNumId w:val="31"/>
  </w:num>
  <w:num w:numId="3">
    <w:abstractNumId w:val="0"/>
  </w:num>
  <w:num w:numId="4">
    <w:abstractNumId w:val="35"/>
  </w:num>
  <w:num w:numId="5">
    <w:abstractNumId w:val="28"/>
  </w:num>
  <w:num w:numId="6">
    <w:abstractNumId w:val="14"/>
  </w:num>
  <w:num w:numId="7">
    <w:abstractNumId w:val="10"/>
  </w:num>
  <w:num w:numId="8">
    <w:abstractNumId w:val="30"/>
  </w:num>
  <w:num w:numId="9">
    <w:abstractNumId w:val="25"/>
  </w:num>
  <w:num w:numId="10">
    <w:abstractNumId w:val="32"/>
  </w:num>
  <w:num w:numId="11">
    <w:abstractNumId w:val="26"/>
  </w:num>
  <w:num w:numId="12">
    <w:abstractNumId w:val="21"/>
  </w:num>
  <w:num w:numId="13">
    <w:abstractNumId w:val="37"/>
  </w:num>
  <w:num w:numId="14">
    <w:abstractNumId w:val="18"/>
  </w:num>
  <w:num w:numId="15">
    <w:abstractNumId w:val="36"/>
  </w:num>
  <w:num w:numId="16">
    <w:abstractNumId w:val="33"/>
  </w:num>
  <w:num w:numId="17">
    <w:abstractNumId w:val="29"/>
  </w:num>
  <w:num w:numId="18">
    <w:abstractNumId w:val="27"/>
  </w:num>
  <w:num w:numId="19">
    <w:abstractNumId w:val="40"/>
  </w:num>
  <w:num w:numId="20">
    <w:abstractNumId w:val="22"/>
  </w:num>
  <w:num w:numId="21">
    <w:abstractNumId w:val="19"/>
  </w:num>
  <w:num w:numId="22">
    <w:abstractNumId w:val="38"/>
  </w:num>
  <w:num w:numId="23">
    <w:abstractNumId w:val="24"/>
  </w:num>
  <w:num w:numId="24">
    <w:abstractNumId w:val="23"/>
  </w:num>
  <w:num w:numId="25">
    <w:abstractNumId w:val="15"/>
  </w:num>
  <w:num w:numId="26">
    <w:abstractNumId w:val="7"/>
  </w:num>
  <w:num w:numId="27">
    <w:abstractNumId w:val="42"/>
  </w:num>
  <w:num w:numId="28">
    <w:abstractNumId w:val="16"/>
  </w:num>
  <w:num w:numId="29">
    <w:abstractNumId w:val="17"/>
  </w:num>
  <w:num w:numId="30">
    <w:abstractNumId w:val="9"/>
  </w:num>
  <w:num w:numId="31">
    <w:abstractNumId w:val="9"/>
    <w:lvlOverride w:ilvl="0">
      <w:lvl w:ilvl="0">
        <w:start w:val="1"/>
        <w:numFmt w:val="decimal"/>
        <w:lvlText w:val="%1."/>
        <w:legacy w:legacy="1" w:legacySpace="0" w:legacyIndent="356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1"/>
  </w:num>
  <w:num w:numId="33">
    <w:abstractNumId w:val="12"/>
  </w:num>
  <w:num w:numId="34">
    <w:abstractNumId w:val="20"/>
  </w:num>
  <w:num w:numId="35">
    <w:abstractNumId w:val="2"/>
  </w:num>
  <w:num w:numId="36">
    <w:abstractNumId w:val="39"/>
  </w:num>
  <w:num w:numId="37">
    <w:abstractNumId w:val="6"/>
  </w:num>
  <w:num w:numId="38">
    <w:abstractNumId w:val="41"/>
  </w:num>
  <w:num w:numId="39">
    <w:abstractNumId w:val="13"/>
  </w:num>
  <w:num w:numId="40">
    <w:abstractNumId w:val="5"/>
  </w:num>
  <w:num w:numId="41">
    <w:abstractNumId w:val="8"/>
  </w:num>
  <w:num w:numId="42">
    <w:abstractNumId w:val="4"/>
  </w:num>
  <w:num w:numId="43">
    <w:abstractNumId w:val="34"/>
  </w:num>
  <w:num w:numId="4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1CF"/>
    <w:rsid w:val="00012A66"/>
    <w:rsid w:val="00013592"/>
    <w:rsid w:val="0003755F"/>
    <w:rsid w:val="0004068E"/>
    <w:rsid w:val="00042C12"/>
    <w:rsid w:val="00053128"/>
    <w:rsid w:val="0005537F"/>
    <w:rsid w:val="00056C39"/>
    <w:rsid w:val="00080A3F"/>
    <w:rsid w:val="000A2186"/>
    <w:rsid w:val="000A61CF"/>
    <w:rsid w:val="000B1D49"/>
    <w:rsid w:val="000B4EDD"/>
    <w:rsid w:val="000D4DD0"/>
    <w:rsid w:val="000F17CE"/>
    <w:rsid w:val="001207D8"/>
    <w:rsid w:val="001234B4"/>
    <w:rsid w:val="001246F0"/>
    <w:rsid w:val="001260A6"/>
    <w:rsid w:val="00152682"/>
    <w:rsid w:val="00170094"/>
    <w:rsid w:val="00174E3D"/>
    <w:rsid w:val="00180AD8"/>
    <w:rsid w:val="001858CD"/>
    <w:rsid w:val="00186C74"/>
    <w:rsid w:val="001912E8"/>
    <w:rsid w:val="001913BA"/>
    <w:rsid w:val="00195502"/>
    <w:rsid w:val="0019766D"/>
    <w:rsid w:val="00197EDE"/>
    <w:rsid w:val="001A57EF"/>
    <w:rsid w:val="001C4D2B"/>
    <w:rsid w:val="001D26D4"/>
    <w:rsid w:val="001D2D70"/>
    <w:rsid w:val="001D3BC2"/>
    <w:rsid w:val="001E18FD"/>
    <w:rsid w:val="002056E6"/>
    <w:rsid w:val="00217146"/>
    <w:rsid w:val="00223DD1"/>
    <w:rsid w:val="002262AA"/>
    <w:rsid w:val="00232BB6"/>
    <w:rsid w:val="002365CF"/>
    <w:rsid w:val="00246479"/>
    <w:rsid w:val="002473EE"/>
    <w:rsid w:val="00253D8A"/>
    <w:rsid w:val="00261D63"/>
    <w:rsid w:val="00266144"/>
    <w:rsid w:val="00271833"/>
    <w:rsid w:val="00274E89"/>
    <w:rsid w:val="00276A89"/>
    <w:rsid w:val="00280F59"/>
    <w:rsid w:val="0028610D"/>
    <w:rsid w:val="00293DD1"/>
    <w:rsid w:val="002968F4"/>
    <w:rsid w:val="002D7794"/>
    <w:rsid w:val="002E47E0"/>
    <w:rsid w:val="002E4AB1"/>
    <w:rsid w:val="002E696F"/>
    <w:rsid w:val="002E6EFC"/>
    <w:rsid w:val="002F0390"/>
    <w:rsid w:val="002F1F08"/>
    <w:rsid w:val="002F53EA"/>
    <w:rsid w:val="002F6D95"/>
    <w:rsid w:val="00314AC7"/>
    <w:rsid w:val="00316392"/>
    <w:rsid w:val="00332B30"/>
    <w:rsid w:val="00336312"/>
    <w:rsid w:val="00350923"/>
    <w:rsid w:val="0035163A"/>
    <w:rsid w:val="0035189F"/>
    <w:rsid w:val="00354B3F"/>
    <w:rsid w:val="00367C90"/>
    <w:rsid w:val="003878E4"/>
    <w:rsid w:val="00390622"/>
    <w:rsid w:val="003907C9"/>
    <w:rsid w:val="00390A8B"/>
    <w:rsid w:val="0039553B"/>
    <w:rsid w:val="003958E3"/>
    <w:rsid w:val="003973EA"/>
    <w:rsid w:val="003A41A0"/>
    <w:rsid w:val="003A4A6B"/>
    <w:rsid w:val="003A5A4A"/>
    <w:rsid w:val="003B54CE"/>
    <w:rsid w:val="003C5A81"/>
    <w:rsid w:val="003D1F02"/>
    <w:rsid w:val="003E5487"/>
    <w:rsid w:val="003F00DC"/>
    <w:rsid w:val="004030B8"/>
    <w:rsid w:val="0040488C"/>
    <w:rsid w:val="004062CE"/>
    <w:rsid w:val="004149BA"/>
    <w:rsid w:val="00424575"/>
    <w:rsid w:val="0042547C"/>
    <w:rsid w:val="00431938"/>
    <w:rsid w:val="004449FB"/>
    <w:rsid w:val="00446381"/>
    <w:rsid w:val="00452AB8"/>
    <w:rsid w:val="004535B9"/>
    <w:rsid w:val="00474121"/>
    <w:rsid w:val="00480A14"/>
    <w:rsid w:val="00482DE4"/>
    <w:rsid w:val="004951ED"/>
    <w:rsid w:val="00496337"/>
    <w:rsid w:val="004A3539"/>
    <w:rsid w:val="004B1C60"/>
    <w:rsid w:val="004B5D58"/>
    <w:rsid w:val="004B6B32"/>
    <w:rsid w:val="004C0B92"/>
    <w:rsid w:val="004C2752"/>
    <w:rsid w:val="004C5958"/>
    <w:rsid w:val="004C6387"/>
    <w:rsid w:val="004C671F"/>
    <w:rsid w:val="004E0D93"/>
    <w:rsid w:val="004E46CA"/>
    <w:rsid w:val="004E4FDA"/>
    <w:rsid w:val="004F2444"/>
    <w:rsid w:val="00512598"/>
    <w:rsid w:val="00513852"/>
    <w:rsid w:val="005155D7"/>
    <w:rsid w:val="00515E04"/>
    <w:rsid w:val="00532B40"/>
    <w:rsid w:val="0053760E"/>
    <w:rsid w:val="0054483A"/>
    <w:rsid w:val="00547846"/>
    <w:rsid w:val="00567D64"/>
    <w:rsid w:val="00572287"/>
    <w:rsid w:val="00573DF6"/>
    <w:rsid w:val="00574D8E"/>
    <w:rsid w:val="00580B05"/>
    <w:rsid w:val="0058130F"/>
    <w:rsid w:val="005B103E"/>
    <w:rsid w:val="005C41B7"/>
    <w:rsid w:val="005D1C5B"/>
    <w:rsid w:val="005D4B08"/>
    <w:rsid w:val="005E2900"/>
    <w:rsid w:val="005E317A"/>
    <w:rsid w:val="005E6290"/>
    <w:rsid w:val="005F142D"/>
    <w:rsid w:val="005F76E6"/>
    <w:rsid w:val="00602788"/>
    <w:rsid w:val="00603180"/>
    <w:rsid w:val="00606949"/>
    <w:rsid w:val="00614F85"/>
    <w:rsid w:val="00616589"/>
    <w:rsid w:val="00616766"/>
    <w:rsid w:val="00637C2B"/>
    <w:rsid w:val="006476D4"/>
    <w:rsid w:val="00652EB1"/>
    <w:rsid w:val="0065509E"/>
    <w:rsid w:val="006606E4"/>
    <w:rsid w:val="00663301"/>
    <w:rsid w:val="00666C7B"/>
    <w:rsid w:val="00674117"/>
    <w:rsid w:val="00677D34"/>
    <w:rsid w:val="006810D2"/>
    <w:rsid w:val="006879B2"/>
    <w:rsid w:val="00690C87"/>
    <w:rsid w:val="00695FCF"/>
    <w:rsid w:val="006965F6"/>
    <w:rsid w:val="00697E5C"/>
    <w:rsid w:val="006B1130"/>
    <w:rsid w:val="006B2CDD"/>
    <w:rsid w:val="006D2B18"/>
    <w:rsid w:val="006D4D44"/>
    <w:rsid w:val="006F3A47"/>
    <w:rsid w:val="00702A71"/>
    <w:rsid w:val="007223F6"/>
    <w:rsid w:val="007228B4"/>
    <w:rsid w:val="00722EA6"/>
    <w:rsid w:val="00737921"/>
    <w:rsid w:val="00737B3C"/>
    <w:rsid w:val="00737B86"/>
    <w:rsid w:val="00747E36"/>
    <w:rsid w:val="007507A6"/>
    <w:rsid w:val="00751F7F"/>
    <w:rsid w:val="00772E70"/>
    <w:rsid w:val="007843A9"/>
    <w:rsid w:val="00784A12"/>
    <w:rsid w:val="00791C8D"/>
    <w:rsid w:val="00795227"/>
    <w:rsid w:val="007A4DFF"/>
    <w:rsid w:val="007A546A"/>
    <w:rsid w:val="007A5FB6"/>
    <w:rsid w:val="007A680E"/>
    <w:rsid w:val="007A6948"/>
    <w:rsid w:val="007C0100"/>
    <w:rsid w:val="007C2B56"/>
    <w:rsid w:val="007C3E92"/>
    <w:rsid w:val="007C729F"/>
    <w:rsid w:val="007E047C"/>
    <w:rsid w:val="007E25B4"/>
    <w:rsid w:val="007E5F05"/>
    <w:rsid w:val="007F096E"/>
    <w:rsid w:val="007F615E"/>
    <w:rsid w:val="00801757"/>
    <w:rsid w:val="00824725"/>
    <w:rsid w:val="00846A4F"/>
    <w:rsid w:val="00847068"/>
    <w:rsid w:val="00862250"/>
    <w:rsid w:val="00862942"/>
    <w:rsid w:val="00866F28"/>
    <w:rsid w:val="00872105"/>
    <w:rsid w:val="00874FED"/>
    <w:rsid w:val="00875A41"/>
    <w:rsid w:val="00880E8C"/>
    <w:rsid w:val="008861B4"/>
    <w:rsid w:val="00887123"/>
    <w:rsid w:val="00895A99"/>
    <w:rsid w:val="008A1249"/>
    <w:rsid w:val="008A29CD"/>
    <w:rsid w:val="008B52C4"/>
    <w:rsid w:val="008C191A"/>
    <w:rsid w:val="008C1F18"/>
    <w:rsid w:val="008C64F7"/>
    <w:rsid w:val="008E3446"/>
    <w:rsid w:val="008E611A"/>
    <w:rsid w:val="008E7EAC"/>
    <w:rsid w:val="00903E40"/>
    <w:rsid w:val="00907DCB"/>
    <w:rsid w:val="00914024"/>
    <w:rsid w:val="009239E9"/>
    <w:rsid w:val="00926B88"/>
    <w:rsid w:val="00931709"/>
    <w:rsid w:val="00951169"/>
    <w:rsid w:val="009541E9"/>
    <w:rsid w:val="00962151"/>
    <w:rsid w:val="00970735"/>
    <w:rsid w:val="00970DAF"/>
    <w:rsid w:val="00971670"/>
    <w:rsid w:val="009B0F35"/>
    <w:rsid w:val="009B2066"/>
    <w:rsid w:val="009B3E53"/>
    <w:rsid w:val="009B4D05"/>
    <w:rsid w:val="009D15CB"/>
    <w:rsid w:val="009E302A"/>
    <w:rsid w:val="009E515E"/>
    <w:rsid w:val="00A0043A"/>
    <w:rsid w:val="00A0090F"/>
    <w:rsid w:val="00A12D51"/>
    <w:rsid w:val="00A1565B"/>
    <w:rsid w:val="00A3346C"/>
    <w:rsid w:val="00A34D14"/>
    <w:rsid w:val="00A37BAF"/>
    <w:rsid w:val="00A44164"/>
    <w:rsid w:val="00A50645"/>
    <w:rsid w:val="00A51FD8"/>
    <w:rsid w:val="00A6295A"/>
    <w:rsid w:val="00A6310D"/>
    <w:rsid w:val="00A63E9B"/>
    <w:rsid w:val="00A703D5"/>
    <w:rsid w:val="00A70612"/>
    <w:rsid w:val="00A719F8"/>
    <w:rsid w:val="00A72617"/>
    <w:rsid w:val="00A863CF"/>
    <w:rsid w:val="00A936DF"/>
    <w:rsid w:val="00AA2263"/>
    <w:rsid w:val="00AA2A70"/>
    <w:rsid w:val="00AA6823"/>
    <w:rsid w:val="00AB08EA"/>
    <w:rsid w:val="00AB6603"/>
    <w:rsid w:val="00AD4F60"/>
    <w:rsid w:val="00AE02DF"/>
    <w:rsid w:val="00AE173D"/>
    <w:rsid w:val="00AE43BC"/>
    <w:rsid w:val="00AE622E"/>
    <w:rsid w:val="00AE7D71"/>
    <w:rsid w:val="00AF442F"/>
    <w:rsid w:val="00B05D38"/>
    <w:rsid w:val="00B108E0"/>
    <w:rsid w:val="00B11C40"/>
    <w:rsid w:val="00B160A3"/>
    <w:rsid w:val="00B2513E"/>
    <w:rsid w:val="00B25B8F"/>
    <w:rsid w:val="00B262DF"/>
    <w:rsid w:val="00B3232B"/>
    <w:rsid w:val="00B323CE"/>
    <w:rsid w:val="00B35C4B"/>
    <w:rsid w:val="00B36541"/>
    <w:rsid w:val="00B4632E"/>
    <w:rsid w:val="00B51186"/>
    <w:rsid w:val="00B675ED"/>
    <w:rsid w:val="00B70075"/>
    <w:rsid w:val="00B704DF"/>
    <w:rsid w:val="00B72693"/>
    <w:rsid w:val="00B7285C"/>
    <w:rsid w:val="00B7465D"/>
    <w:rsid w:val="00B83238"/>
    <w:rsid w:val="00B944D6"/>
    <w:rsid w:val="00BA3CA9"/>
    <w:rsid w:val="00BB0E15"/>
    <w:rsid w:val="00BB1267"/>
    <w:rsid w:val="00BB7165"/>
    <w:rsid w:val="00BC356D"/>
    <w:rsid w:val="00BC412D"/>
    <w:rsid w:val="00BD2314"/>
    <w:rsid w:val="00BE34D4"/>
    <w:rsid w:val="00BF29E4"/>
    <w:rsid w:val="00C051B9"/>
    <w:rsid w:val="00C07D27"/>
    <w:rsid w:val="00C109B5"/>
    <w:rsid w:val="00C168A9"/>
    <w:rsid w:val="00C2662D"/>
    <w:rsid w:val="00C33AD1"/>
    <w:rsid w:val="00C374FF"/>
    <w:rsid w:val="00C431C0"/>
    <w:rsid w:val="00C617D0"/>
    <w:rsid w:val="00C658BE"/>
    <w:rsid w:val="00C70701"/>
    <w:rsid w:val="00C75B6C"/>
    <w:rsid w:val="00CB6B55"/>
    <w:rsid w:val="00CC03ED"/>
    <w:rsid w:val="00CC2BC6"/>
    <w:rsid w:val="00CC617F"/>
    <w:rsid w:val="00CC69D7"/>
    <w:rsid w:val="00CD515E"/>
    <w:rsid w:val="00CD6C81"/>
    <w:rsid w:val="00CE55B2"/>
    <w:rsid w:val="00CF225F"/>
    <w:rsid w:val="00D21100"/>
    <w:rsid w:val="00D33EAB"/>
    <w:rsid w:val="00D3517C"/>
    <w:rsid w:val="00D360A0"/>
    <w:rsid w:val="00D36740"/>
    <w:rsid w:val="00D3749E"/>
    <w:rsid w:val="00D51313"/>
    <w:rsid w:val="00D85477"/>
    <w:rsid w:val="00D95E85"/>
    <w:rsid w:val="00DA4B9F"/>
    <w:rsid w:val="00DC5FCD"/>
    <w:rsid w:val="00DD234C"/>
    <w:rsid w:val="00DD67CA"/>
    <w:rsid w:val="00DE1F41"/>
    <w:rsid w:val="00DE34B6"/>
    <w:rsid w:val="00DE5F6E"/>
    <w:rsid w:val="00DF1A79"/>
    <w:rsid w:val="00DF38FC"/>
    <w:rsid w:val="00E02852"/>
    <w:rsid w:val="00E24357"/>
    <w:rsid w:val="00E2790E"/>
    <w:rsid w:val="00E36F88"/>
    <w:rsid w:val="00E51CE8"/>
    <w:rsid w:val="00E67282"/>
    <w:rsid w:val="00E701A8"/>
    <w:rsid w:val="00E71FA5"/>
    <w:rsid w:val="00E74C29"/>
    <w:rsid w:val="00E82AFC"/>
    <w:rsid w:val="00E9291E"/>
    <w:rsid w:val="00EB7873"/>
    <w:rsid w:val="00EC2C06"/>
    <w:rsid w:val="00EC3C6D"/>
    <w:rsid w:val="00ED034F"/>
    <w:rsid w:val="00ED3CA5"/>
    <w:rsid w:val="00ED514A"/>
    <w:rsid w:val="00ED7C0F"/>
    <w:rsid w:val="00EE0589"/>
    <w:rsid w:val="00EE2B81"/>
    <w:rsid w:val="00EE3B85"/>
    <w:rsid w:val="00EE5F86"/>
    <w:rsid w:val="00EF05D3"/>
    <w:rsid w:val="00EF3A76"/>
    <w:rsid w:val="00EF4439"/>
    <w:rsid w:val="00F11A50"/>
    <w:rsid w:val="00F14139"/>
    <w:rsid w:val="00F144D5"/>
    <w:rsid w:val="00F2141F"/>
    <w:rsid w:val="00F3539A"/>
    <w:rsid w:val="00F5194A"/>
    <w:rsid w:val="00F67CD9"/>
    <w:rsid w:val="00F7307C"/>
    <w:rsid w:val="00F80387"/>
    <w:rsid w:val="00F85765"/>
    <w:rsid w:val="00F87F64"/>
    <w:rsid w:val="00FA240F"/>
    <w:rsid w:val="00FA277D"/>
    <w:rsid w:val="00FA4AD6"/>
    <w:rsid w:val="00FA4F97"/>
    <w:rsid w:val="00FC2912"/>
    <w:rsid w:val="00FC2954"/>
    <w:rsid w:val="00FC6400"/>
    <w:rsid w:val="00FD38AB"/>
    <w:rsid w:val="00FD6DA8"/>
    <w:rsid w:val="00FD7A11"/>
    <w:rsid w:val="00FE39FE"/>
    <w:rsid w:val="00FE3FE9"/>
    <w:rsid w:val="00FE71CD"/>
    <w:rsid w:val="00FF3C22"/>
    <w:rsid w:val="00FF4AF5"/>
    <w:rsid w:val="00FF7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B35C4B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38AB"/>
    <w:pPr>
      <w:keepNext/>
      <w:autoSpaceDE/>
      <w:autoSpaceDN/>
      <w:adjustRightInd/>
      <w:spacing w:line="480" w:lineRule="auto"/>
      <w:outlineLvl w:val="0"/>
    </w:pPr>
    <w:rPr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38AB"/>
    <w:pPr>
      <w:keepNext/>
      <w:widowControl/>
      <w:autoSpaceDE/>
      <w:autoSpaceDN/>
      <w:adjustRightInd/>
      <w:outlineLvl w:val="1"/>
    </w:pPr>
    <w:rPr>
      <w:color w:val="000000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622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D38AB"/>
    <w:pPr>
      <w:keepNext/>
      <w:widowControl/>
      <w:autoSpaceDE/>
      <w:autoSpaceDN/>
      <w:adjustRightInd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6225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D38AB"/>
    <w:pPr>
      <w:keepNext/>
      <w:widowControl/>
      <w:autoSpaceDE/>
      <w:autoSpaceDN/>
      <w:adjustRightInd/>
      <w:outlineLvl w:val="5"/>
    </w:pPr>
    <w:rPr>
      <w:b/>
      <w:bCs/>
      <w:color w:val="0000FF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D38AB"/>
    <w:pPr>
      <w:keepNext/>
      <w:widowControl/>
      <w:autoSpaceDE/>
      <w:autoSpaceDN/>
      <w:adjustRightInd/>
      <w:outlineLvl w:val="6"/>
    </w:pPr>
    <w:rPr>
      <w:b/>
      <w:bCs/>
      <w:color w:val="000000"/>
      <w:sz w:val="24"/>
      <w:szCs w:val="24"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62250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6225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0090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0090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0090F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0090F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0090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0090F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0090F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0090F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0090F"/>
    <w:rPr>
      <w:rFonts w:ascii="Cambria" w:hAnsi="Cambria" w:cs="Times New Roman"/>
    </w:rPr>
  </w:style>
  <w:style w:type="paragraph" w:styleId="Title">
    <w:name w:val="Title"/>
    <w:basedOn w:val="Normal"/>
    <w:link w:val="TitleChar"/>
    <w:uiPriority w:val="99"/>
    <w:qFormat/>
    <w:rsid w:val="00FD38AB"/>
    <w:pPr>
      <w:widowControl/>
      <w:autoSpaceDE/>
      <w:autoSpaceDN/>
      <w:adjustRightInd/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A0090F"/>
    <w:rPr>
      <w:rFonts w:ascii="Cambria" w:hAnsi="Cambria" w:cs="Times New Roman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FD38AB"/>
    <w:pPr>
      <w:widowControl/>
      <w:autoSpaceDE/>
      <w:autoSpaceDN/>
      <w:adjustRightInd/>
    </w:pPr>
    <w:rPr>
      <w:color w:val="000000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0090F"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FD38AB"/>
    <w:pPr>
      <w:widowControl/>
      <w:autoSpaceDE/>
      <w:autoSpaceDN/>
      <w:adjustRightInd/>
    </w:pPr>
    <w:rPr>
      <w:color w:val="000000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0090F"/>
    <w:rPr>
      <w:rFonts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FD38AB"/>
    <w:rPr>
      <w:rFonts w:cs="Times New Roman"/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rsid w:val="00FD38AB"/>
    <w:pPr>
      <w:widowControl/>
      <w:autoSpaceDE/>
      <w:autoSpaceDN/>
      <w:adjustRightInd/>
    </w:pPr>
    <w:rPr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A0090F"/>
    <w:rPr>
      <w:rFonts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rsid w:val="00FD38AB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0090F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FD38A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0090F"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86225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A0090F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86225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0090F"/>
    <w:rPr>
      <w:rFonts w:cs="Times New Roman"/>
      <w:sz w:val="20"/>
      <w:szCs w:val="20"/>
    </w:rPr>
  </w:style>
  <w:style w:type="paragraph" w:customStyle="1" w:styleId="tytu">
    <w:name w:val="tytuł"/>
    <w:basedOn w:val="Normal"/>
    <w:next w:val="Normal"/>
    <w:autoRedefine/>
    <w:uiPriority w:val="99"/>
    <w:rsid w:val="00862250"/>
    <w:pPr>
      <w:widowControl/>
      <w:autoSpaceDE/>
      <w:autoSpaceDN/>
      <w:adjustRightInd/>
      <w:jc w:val="right"/>
      <w:outlineLvl w:val="0"/>
    </w:pPr>
    <w:rPr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05537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A0090F"/>
    <w:rPr>
      <w:rFonts w:cs="Times New Roman"/>
      <w:sz w:val="16"/>
      <w:szCs w:val="16"/>
    </w:rPr>
  </w:style>
  <w:style w:type="character" w:customStyle="1" w:styleId="tekstdokbold">
    <w:name w:val="tekst dok. bold"/>
    <w:uiPriority w:val="99"/>
    <w:rsid w:val="0005537F"/>
    <w:rPr>
      <w:b/>
    </w:rPr>
  </w:style>
  <w:style w:type="paragraph" w:customStyle="1" w:styleId="zacznik">
    <w:name w:val="załącznik"/>
    <w:basedOn w:val="BodyText"/>
    <w:autoRedefine/>
    <w:uiPriority w:val="99"/>
    <w:rsid w:val="004C6387"/>
    <w:pPr>
      <w:spacing w:before="120" w:after="120"/>
      <w:jc w:val="right"/>
    </w:pPr>
    <w:rPr>
      <w:color w:val="auto"/>
      <w:sz w:val="22"/>
      <w:szCs w:val="22"/>
    </w:rPr>
  </w:style>
  <w:style w:type="paragraph" w:styleId="PlainText">
    <w:name w:val="Plain Text"/>
    <w:basedOn w:val="Normal"/>
    <w:link w:val="PlainTextChar"/>
    <w:uiPriority w:val="99"/>
    <w:rsid w:val="0005537F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A0090F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05537F"/>
    <w:rPr>
      <w:rFonts w:cs="Times New Roman"/>
    </w:rPr>
  </w:style>
  <w:style w:type="paragraph" w:customStyle="1" w:styleId="numerowanie">
    <w:name w:val="numerowanie"/>
    <w:basedOn w:val="Normal"/>
    <w:autoRedefine/>
    <w:uiPriority w:val="99"/>
    <w:rsid w:val="0005537F"/>
    <w:pPr>
      <w:widowControl/>
      <w:autoSpaceDE/>
      <w:autoSpaceDN/>
      <w:adjustRightInd/>
      <w:ind w:left="720" w:hanging="720"/>
      <w:jc w:val="both"/>
    </w:pPr>
    <w:rPr>
      <w:sz w:val="24"/>
      <w:szCs w:val="24"/>
    </w:rPr>
  </w:style>
  <w:style w:type="paragraph" w:customStyle="1" w:styleId="Zwykytekst1">
    <w:name w:val="Zwykły tekst1"/>
    <w:basedOn w:val="Normal"/>
    <w:uiPriority w:val="99"/>
    <w:rsid w:val="0005537F"/>
    <w:pPr>
      <w:widowControl/>
      <w:suppressAutoHyphens/>
      <w:autoSpaceDE/>
      <w:autoSpaceDN/>
      <w:adjustRightInd/>
    </w:pPr>
    <w:rPr>
      <w:rFonts w:ascii="Courier New" w:hAnsi="Courier New" w:cs="Courier New"/>
      <w:lang w:eastAsia="ar-SA"/>
    </w:rPr>
  </w:style>
  <w:style w:type="paragraph" w:styleId="Subtitle">
    <w:name w:val="Subtitle"/>
    <w:basedOn w:val="Normal"/>
    <w:link w:val="SubtitleChar"/>
    <w:uiPriority w:val="99"/>
    <w:qFormat/>
    <w:rsid w:val="00B944D6"/>
    <w:pPr>
      <w:autoSpaceDE/>
      <w:autoSpaceDN/>
      <w:adjustRightInd/>
      <w:jc w:val="center"/>
    </w:pPr>
    <w:rPr>
      <w:color w:val="00000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0090F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115</TotalTime>
  <Pages>2</Pages>
  <Words>529</Words>
  <Characters>3180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 DRÓG POWIATOWYCH                                                                               ul Okrzei 83, 28-300 Jędrzejów                             tel 041 386-14-26, tel/fax: 041 386-11-71</dc:title>
  <dc:subject/>
  <dc:creator>Admin</dc:creator>
  <cp:keywords/>
  <dc:description/>
  <cp:lastModifiedBy>Admin</cp:lastModifiedBy>
  <cp:revision>20</cp:revision>
  <cp:lastPrinted>2013-02-04T12:00:00Z</cp:lastPrinted>
  <dcterms:created xsi:type="dcterms:W3CDTF">2013-01-29T10:25:00Z</dcterms:created>
  <dcterms:modified xsi:type="dcterms:W3CDTF">2013-02-06T09:51:00Z</dcterms:modified>
</cp:coreProperties>
</file>